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«СОГЛАСОВАНО»</w:t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</w:p>
    <w:p w:rsidR="00A63204" w:rsidRPr="00BE3C78" w:rsidRDefault="001C0865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Технический директор </w:t>
      </w:r>
      <w:r w:rsidR="00A63204" w:rsidRPr="00BE3C78">
        <w:rPr>
          <w:rFonts w:ascii="Times New Roman" w:hAnsi="Times New Roman"/>
          <w:sz w:val="24"/>
          <w:szCs w:val="24"/>
        </w:rPr>
        <w:t>АО «</w:t>
      </w:r>
      <w:r w:rsidR="00B00C65" w:rsidRPr="00B00C65">
        <w:rPr>
          <w:rFonts w:ascii="Times New Roman" w:hAnsi="Times New Roman"/>
          <w:sz w:val="24"/>
          <w:szCs w:val="24"/>
        </w:rPr>
        <w:t>ОРЭС - Петрозаводск</w:t>
      </w:r>
      <w:r w:rsidR="00A63204" w:rsidRPr="00BE3C78">
        <w:rPr>
          <w:rFonts w:ascii="Times New Roman" w:hAnsi="Times New Roman"/>
          <w:sz w:val="24"/>
          <w:szCs w:val="24"/>
        </w:rPr>
        <w:t xml:space="preserve">» </w:t>
      </w:r>
      <w:r w:rsidR="00A63204" w:rsidRPr="00BE3C78">
        <w:rPr>
          <w:rFonts w:ascii="Times New Roman" w:hAnsi="Times New Roman"/>
          <w:sz w:val="24"/>
          <w:szCs w:val="24"/>
        </w:rPr>
        <w:tab/>
        <w:t xml:space="preserve">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_________________Д. И. </w:t>
      </w:r>
      <w:proofErr w:type="spellStart"/>
      <w:r w:rsidRPr="00BE3C78">
        <w:rPr>
          <w:rFonts w:ascii="Times New Roman" w:hAnsi="Times New Roman"/>
          <w:sz w:val="24"/>
          <w:szCs w:val="24"/>
        </w:rPr>
        <w:t>Несмачный</w:t>
      </w:r>
      <w:proofErr w:type="spellEnd"/>
      <w:r w:rsidRPr="00BE3C78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« __»________________201</w:t>
      </w:r>
      <w:r w:rsidR="00CA23DC">
        <w:rPr>
          <w:rFonts w:ascii="Times New Roman" w:hAnsi="Times New Roman"/>
          <w:sz w:val="24"/>
          <w:szCs w:val="24"/>
        </w:rPr>
        <w:t>7</w:t>
      </w:r>
    </w:p>
    <w:p w:rsidR="00EC48AF" w:rsidRDefault="00EC48AF" w:rsidP="00434DA2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350C47" w:rsidRDefault="00434DA2" w:rsidP="00350C47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10E7F">
        <w:rPr>
          <w:rFonts w:ascii="Times New Roman" w:hAnsi="Times New Roman"/>
          <w:b/>
          <w:bCs/>
          <w:iCs/>
          <w:sz w:val="24"/>
          <w:szCs w:val="24"/>
        </w:rPr>
        <w:t>Тех</w:t>
      </w:r>
      <w:r w:rsidR="000B5B6F" w:rsidRPr="00310E7F">
        <w:rPr>
          <w:rFonts w:ascii="Times New Roman" w:hAnsi="Times New Roman"/>
          <w:b/>
          <w:bCs/>
          <w:iCs/>
          <w:sz w:val="24"/>
          <w:szCs w:val="24"/>
        </w:rPr>
        <w:t xml:space="preserve">ническое задание </w:t>
      </w:r>
      <w:r w:rsidR="00350C47">
        <w:rPr>
          <w:rFonts w:ascii="Arial" w:hAnsi="Arial" w:cs="Arial"/>
          <w:b/>
        </w:rPr>
        <w:t>ОРЭС-Петрозаводск_2018-Э–П-8</w:t>
      </w:r>
    </w:p>
    <w:p w:rsidR="00686B0B" w:rsidRPr="007D2A8B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686B0B">
        <w:rPr>
          <w:rFonts w:ascii="Times New Roman" w:hAnsi="Times New Roman"/>
          <w:sz w:val="24"/>
          <w:szCs w:val="24"/>
        </w:rPr>
        <w:t xml:space="preserve">Капитальный ремонт строительной части </w:t>
      </w:r>
      <w:r w:rsidR="00205319">
        <w:rPr>
          <w:rFonts w:ascii="Times New Roman" w:hAnsi="Times New Roman"/>
          <w:sz w:val="24"/>
          <w:szCs w:val="24"/>
        </w:rPr>
        <w:t>Т</w:t>
      </w:r>
      <w:r w:rsidRPr="00686B0B">
        <w:rPr>
          <w:rFonts w:ascii="Times New Roman" w:hAnsi="Times New Roman"/>
          <w:sz w:val="24"/>
          <w:szCs w:val="24"/>
        </w:rPr>
        <w:t>П-</w:t>
      </w:r>
      <w:r w:rsidR="00B65867">
        <w:rPr>
          <w:rFonts w:ascii="Times New Roman" w:hAnsi="Times New Roman"/>
          <w:sz w:val="24"/>
          <w:szCs w:val="24"/>
        </w:rPr>
        <w:t>199</w:t>
      </w:r>
    </w:p>
    <w:p w:rsidR="00686B0B" w:rsidRPr="0037530E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680783" w:rsidRPr="00C36375" w:rsidTr="009A5A25">
        <w:trPr>
          <w:trHeight w:val="223"/>
        </w:trPr>
        <w:tc>
          <w:tcPr>
            <w:tcW w:w="425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Перечень основных данных и требов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581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Содержание основных данных и требований</w:t>
            </w:r>
          </w:p>
          <w:p w:rsidR="00680783" w:rsidRPr="00310E7F" w:rsidRDefault="00680783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C36375" w:rsidTr="009A5A25">
        <w:tc>
          <w:tcPr>
            <w:tcW w:w="425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783" w:rsidRPr="00C716CD" w:rsidTr="009A5A25">
        <w:tc>
          <w:tcPr>
            <w:tcW w:w="4252" w:type="dxa"/>
          </w:tcPr>
          <w:p w:rsidR="00680783" w:rsidRPr="006042FB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6042FB">
              <w:rPr>
                <w:rFonts w:ascii="Times New Roman" w:hAnsi="Times New Roman"/>
                <w:sz w:val="24"/>
                <w:szCs w:val="24"/>
              </w:rPr>
              <w:t>1. Заказчик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 xml:space="preserve"> (наименование, адрес, пл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а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Объединенные регионал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ь</w:t>
            </w:r>
            <w:r w:rsidR="00B00C6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электрические сети Петрозаводска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 (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»)  юридический адрес: 185035 РК, г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етрозаводск, Кирова 47Б  Почтовый адрес: 185035 РК, г.Петрозаводск, ул. Кирова 47 б  ИНН: 1001012709  КПП: 100101001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№ 0702810425000103605   в ОТДЕЛЕНИЕ N8628 СБЕРБАНКА РОССИИ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.   Петрозаводск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№ 30101810600000000673 БИК: 048602673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ОГРН  1031000052335  .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Тел/факс (8142) 78-44-49/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70-33-41</w:t>
            </w:r>
          </w:p>
          <w:p w:rsidR="00FD22EE" w:rsidRPr="006A6F57" w:rsidRDefault="00A63204" w:rsidP="00A6320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ED0B51">
              <w:rPr>
                <w:rFonts w:ascii="Times New Roman" w:hAnsi="Times New Roman"/>
                <w:b/>
                <w:sz w:val="24"/>
                <w:szCs w:val="24"/>
              </w:rPr>
              <w:t>Грузополучатель: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2. Основание для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проведения работ</w:t>
            </w:r>
          </w:p>
        </w:tc>
        <w:tc>
          <w:tcPr>
            <w:tcW w:w="5812" w:type="dxa"/>
          </w:tcPr>
          <w:p w:rsidR="00680783" w:rsidRPr="00310E7F" w:rsidRDefault="000624B2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A5A48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80783" w:rsidRPr="00310E7F" w:rsidTr="009A5A25">
        <w:trPr>
          <w:trHeight w:val="417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3. Наименование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и местоположение объекта</w:t>
            </w:r>
          </w:p>
        </w:tc>
        <w:tc>
          <w:tcPr>
            <w:tcW w:w="5812" w:type="dxa"/>
          </w:tcPr>
          <w:p w:rsidR="00686B0B" w:rsidRPr="00D87F1C" w:rsidRDefault="00686B0B" w:rsidP="00686B0B">
            <w:pPr>
              <w:rPr>
                <w:rFonts w:ascii="Times New Roman" w:hAnsi="Times New Roman"/>
                <w:sz w:val="24"/>
                <w:szCs w:val="24"/>
              </w:rPr>
            </w:pPr>
            <w:r w:rsidRPr="00686B0B">
              <w:rPr>
                <w:rFonts w:ascii="Times New Roman" w:hAnsi="Times New Roman"/>
                <w:sz w:val="24"/>
                <w:szCs w:val="24"/>
              </w:rPr>
              <w:t xml:space="preserve">Капитальный ремонт строительной части </w:t>
            </w:r>
            <w:r w:rsidR="00205319">
              <w:rPr>
                <w:rFonts w:ascii="Times New Roman" w:hAnsi="Times New Roman"/>
                <w:sz w:val="24"/>
                <w:szCs w:val="24"/>
              </w:rPr>
              <w:t>Т</w:t>
            </w:r>
            <w:r w:rsidRPr="00686B0B">
              <w:rPr>
                <w:rFonts w:ascii="Times New Roman" w:hAnsi="Times New Roman"/>
                <w:sz w:val="24"/>
                <w:szCs w:val="24"/>
              </w:rPr>
              <w:t>П-</w:t>
            </w:r>
            <w:r w:rsidR="00B65867">
              <w:rPr>
                <w:rFonts w:ascii="Times New Roman" w:hAnsi="Times New Roman"/>
                <w:sz w:val="24"/>
                <w:szCs w:val="24"/>
              </w:rPr>
              <w:t>199</w:t>
            </w:r>
            <w:r w:rsidR="008C15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C7A" w:rsidRPr="007D2A8B" w:rsidRDefault="00BB5F22" w:rsidP="00B6586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 xml:space="preserve"> Петрозаводск</w:t>
            </w:r>
            <w:r w:rsidR="00322E59">
              <w:rPr>
                <w:rFonts w:ascii="Times New Roman" w:hAnsi="Times New Roman"/>
                <w:sz w:val="24"/>
                <w:szCs w:val="24"/>
              </w:rPr>
              <w:t>,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CCC">
              <w:rPr>
                <w:rFonts w:ascii="Times New Roman" w:hAnsi="Times New Roman"/>
                <w:sz w:val="24"/>
                <w:szCs w:val="24"/>
              </w:rPr>
              <w:t>Т</w:t>
            </w:r>
            <w:r w:rsidR="005B6A90"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="00010168" w:rsidRPr="005076CC">
              <w:rPr>
                <w:rFonts w:ascii="Times New Roman" w:hAnsi="Times New Roman"/>
                <w:sz w:val="24"/>
                <w:szCs w:val="24"/>
              </w:rPr>
              <w:t>-</w:t>
            </w:r>
            <w:r w:rsidR="00B65867">
              <w:rPr>
                <w:rFonts w:ascii="Times New Roman" w:hAnsi="Times New Roman"/>
                <w:sz w:val="24"/>
                <w:szCs w:val="24"/>
              </w:rPr>
              <w:t>199</w:t>
            </w:r>
            <w:r w:rsidR="00D87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A8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65867">
              <w:rPr>
                <w:rFonts w:ascii="Times New Roman" w:hAnsi="Times New Roman"/>
                <w:sz w:val="24"/>
                <w:szCs w:val="24"/>
              </w:rPr>
              <w:t>Володарского, 45</w:t>
            </w:r>
            <w:r w:rsidR="00EC6C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Источник финансирования</w:t>
            </w:r>
          </w:p>
        </w:tc>
        <w:tc>
          <w:tcPr>
            <w:tcW w:w="5812" w:type="dxa"/>
          </w:tcPr>
          <w:p w:rsidR="00680783" w:rsidRPr="00310E7F" w:rsidRDefault="00466ED8" w:rsidP="00B00C6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00C65">
              <w:rPr>
                <w:rFonts w:ascii="Times New Roman" w:hAnsi="Times New Roman"/>
                <w:sz w:val="24"/>
                <w:szCs w:val="24"/>
              </w:rPr>
              <w:t>8</w:t>
            </w:r>
            <w:r w:rsidR="007255B3" w:rsidRPr="00310E7F">
              <w:rPr>
                <w:rFonts w:ascii="Times New Roman" w:hAnsi="Times New Roman"/>
                <w:sz w:val="24"/>
                <w:szCs w:val="24"/>
              </w:rPr>
              <w:t>г. (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капитальный ремонт)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Цель и назначение работ</w:t>
            </w:r>
          </w:p>
        </w:tc>
        <w:tc>
          <w:tcPr>
            <w:tcW w:w="5812" w:type="dxa"/>
          </w:tcPr>
          <w:p w:rsidR="00FD22EE" w:rsidRPr="00310E7F" w:rsidRDefault="000624B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Повышение надежности</w:t>
            </w:r>
            <w:r w:rsidR="0056443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>ТП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564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Основные технико-экономические показатели и характеристики объекта, в том числе мощность и производ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812" w:type="dxa"/>
          </w:tcPr>
          <w:p w:rsidR="00680783" w:rsidRPr="00310E7F" w:rsidRDefault="00680783" w:rsidP="00310E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Режим работы производства</w:t>
            </w:r>
          </w:p>
        </w:tc>
        <w:tc>
          <w:tcPr>
            <w:tcW w:w="5812" w:type="dxa"/>
          </w:tcPr>
          <w:p w:rsidR="00680783" w:rsidRPr="00310E7F" w:rsidRDefault="00A9580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</w:tr>
      <w:tr w:rsidR="005C14E1" w:rsidRPr="00310E7F" w:rsidTr="009A5A25">
        <w:tc>
          <w:tcPr>
            <w:tcW w:w="4252" w:type="dxa"/>
          </w:tcPr>
          <w:p w:rsidR="005C14E1" w:rsidRPr="00310E7F" w:rsidRDefault="005C14E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8. Состав работ</w:t>
            </w:r>
          </w:p>
          <w:p w:rsidR="00B47D66" w:rsidRPr="00310E7F" w:rsidRDefault="00B47D66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  <w:p w:rsidR="00B47D66" w:rsidRPr="00310E7F" w:rsidRDefault="009D75ED" w:rsidP="00BE1CCD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0129A8" w:rsidRPr="00322E59" w:rsidRDefault="000129A8" w:rsidP="00322E59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 w:rsidR="0064588C"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A57CCA" w:rsidRDefault="00A66E3B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="00521BAE" w:rsidRPr="000129A8">
              <w:rPr>
                <w:rFonts w:ascii="Times New Roman" w:hAnsi="Times New Roman"/>
                <w:sz w:val="24"/>
                <w:szCs w:val="24"/>
              </w:rPr>
              <w:t>:</w:t>
            </w:r>
            <w:r w:rsidR="00DA10FC" w:rsidRPr="00012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0FC" w:rsidRDefault="00322E59" w:rsidP="00322E59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кровли согласно тип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проекту реконструкции кровли;</w:t>
            </w:r>
          </w:p>
          <w:p w:rsidR="00B65867" w:rsidRDefault="00B65867" w:rsidP="00B65867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 xml:space="preserve">Фасад: </w:t>
            </w:r>
          </w:p>
          <w:p w:rsidR="00B65867" w:rsidRDefault="00B65867" w:rsidP="00B65867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A57CCA">
              <w:rPr>
                <w:rFonts w:ascii="Times New Roman" w:hAnsi="Times New Roman"/>
                <w:sz w:val="24"/>
                <w:szCs w:val="24"/>
              </w:rPr>
              <w:t>Окраска металлоконструкций краской ПФ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5867" w:rsidRDefault="00B65867" w:rsidP="00B65867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кирпичной кладки;</w:t>
            </w:r>
          </w:p>
          <w:p w:rsidR="00B65867" w:rsidRDefault="00B65867" w:rsidP="00B65867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Оштукатуривание фасадов;</w:t>
            </w:r>
          </w:p>
          <w:p w:rsidR="00B65867" w:rsidRPr="00B65867" w:rsidRDefault="00B65867" w:rsidP="00B65867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Окраска фасадов фасадной краской;</w:t>
            </w:r>
          </w:p>
          <w:p w:rsidR="00540B1D" w:rsidRPr="00FF7052" w:rsidRDefault="00084FEA" w:rsidP="00FF7052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60561E" w:rsidRPr="00FF7052" w:rsidRDefault="00E63A1E" w:rsidP="00FF7052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 xml:space="preserve">Уборка 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строительного 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мусора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 утил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  <w:r w:rsidR="00322E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561E" w:rsidRDefault="0060561E" w:rsidP="001E60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14E1" w:rsidRPr="00FE776D" w:rsidRDefault="00442F8B" w:rsidP="00FE776D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Предъявить к приемке работы на всех этапах </w:t>
            </w:r>
            <w:r w:rsidR="00057F4D" w:rsidRPr="00FE776D">
              <w:rPr>
                <w:rFonts w:ascii="Times New Roman" w:hAnsi="Times New Roman"/>
                <w:sz w:val="24"/>
                <w:szCs w:val="24"/>
              </w:rPr>
              <w:t>со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сдачей скрытых работ </w:t>
            </w:r>
            <w:r w:rsidR="00260F85" w:rsidRPr="00FE776D">
              <w:rPr>
                <w:rFonts w:ascii="Times New Roman" w:hAnsi="Times New Roman"/>
                <w:sz w:val="24"/>
                <w:szCs w:val="24"/>
              </w:rPr>
              <w:t xml:space="preserve">Заказчику - 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7C2B39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7C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63FA" w:rsidRPr="00FE776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оформлени</w:t>
            </w:r>
            <w:r w:rsidR="000404FE" w:rsidRPr="00FE776D">
              <w:rPr>
                <w:rFonts w:ascii="Times New Roman" w:hAnsi="Times New Roman"/>
                <w:sz w:val="24"/>
                <w:szCs w:val="24"/>
              </w:rPr>
              <w:t>ем актов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 xml:space="preserve"> на скрытые работы</w:t>
            </w:r>
            <w:r w:rsidR="00322E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4E7D" w:rsidRPr="00310E7F" w:rsidTr="009A5A25">
        <w:tc>
          <w:tcPr>
            <w:tcW w:w="4252" w:type="dxa"/>
          </w:tcPr>
          <w:p w:rsidR="00C04E7D" w:rsidRPr="00310E7F" w:rsidRDefault="00782A48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>. Состав и виды работ</w:t>
            </w:r>
            <w:r w:rsidR="004877DB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 xml:space="preserve"> выполняемые Подрядчиком</w:t>
            </w:r>
          </w:p>
          <w:p w:rsidR="00C04E7D" w:rsidRPr="00310E7F" w:rsidRDefault="00C04E7D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B65867" w:rsidRPr="00322E59" w:rsidRDefault="00B65867" w:rsidP="00B65867">
            <w:pPr>
              <w:pStyle w:val="affb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B65867" w:rsidRDefault="00B65867" w:rsidP="00B65867">
            <w:pPr>
              <w:pStyle w:val="affb"/>
              <w:numPr>
                <w:ilvl w:val="1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Кровля</w:t>
            </w:r>
            <w:r w:rsidRPr="000129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65867" w:rsidRDefault="00B65867" w:rsidP="00B65867">
            <w:pPr>
              <w:pStyle w:val="affb"/>
              <w:numPr>
                <w:ilvl w:val="2"/>
                <w:numId w:val="4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кровли согласно тип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проекту реконструкции кровли;</w:t>
            </w:r>
          </w:p>
          <w:p w:rsidR="00B65867" w:rsidRDefault="00B65867" w:rsidP="00B65867">
            <w:pPr>
              <w:pStyle w:val="affb"/>
              <w:numPr>
                <w:ilvl w:val="1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 xml:space="preserve">Фасад: </w:t>
            </w:r>
          </w:p>
          <w:p w:rsidR="00B65867" w:rsidRDefault="00B65867" w:rsidP="00B65867">
            <w:pPr>
              <w:pStyle w:val="affb"/>
              <w:numPr>
                <w:ilvl w:val="2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A57CCA">
              <w:rPr>
                <w:rFonts w:ascii="Times New Roman" w:hAnsi="Times New Roman"/>
                <w:sz w:val="24"/>
                <w:szCs w:val="24"/>
              </w:rPr>
              <w:t>Окраска металлоконструкций краской ПФ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5867" w:rsidRDefault="00B65867" w:rsidP="00B65867">
            <w:pPr>
              <w:pStyle w:val="affb"/>
              <w:numPr>
                <w:ilvl w:val="2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кирпичной кладки;</w:t>
            </w:r>
          </w:p>
          <w:p w:rsidR="00B65867" w:rsidRDefault="00B65867" w:rsidP="00B65867">
            <w:pPr>
              <w:pStyle w:val="affb"/>
              <w:numPr>
                <w:ilvl w:val="2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Оштукатуривание фасадов;</w:t>
            </w:r>
          </w:p>
          <w:p w:rsidR="00B65867" w:rsidRPr="00B65867" w:rsidRDefault="00B65867" w:rsidP="00B65867">
            <w:pPr>
              <w:pStyle w:val="affb"/>
              <w:numPr>
                <w:ilvl w:val="2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Окраска фасадов фасадной краской;</w:t>
            </w:r>
          </w:p>
          <w:p w:rsidR="00B65867" w:rsidRPr="00FF7052" w:rsidRDefault="00B65867" w:rsidP="00B65867">
            <w:pPr>
              <w:pStyle w:val="affb"/>
              <w:numPr>
                <w:ilvl w:val="1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B65867" w:rsidRPr="00FF7052" w:rsidRDefault="00B65867" w:rsidP="00B65867">
            <w:pPr>
              <w:pStyle w:val="affb"/>
              <w:numPr>
                <w:ilvl w:val="2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Уборка  строительного мусора с утил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5867" w:rsidRDefault="00B65867" w:rsidP="00B658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4E7D" w:rsidRPr="0049707A" w:rsidRDefault="00B65867" w:rsidP="00B65867">
            <w:pPr>
              <w:pStyle w:val="affb"/>
              <w:numPr>
                <w:ilvl w:val="0"/>
                <w:numId w:val="49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со сдачей скрытых работ Заказчику -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с  оформлением актов на скрытые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rPr>
          <w:trHeight w:val="1079"/>
        </w:trPr>
        <w:tc>
          <w:tcPr>
            <w:tcW w:w="4252" w:type="dxa"/>
          </w:tcPr>
          <w:p w:rsidR="00576950" w:rsidRPr="00310E7F" w:rsidRDefault="002F7111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10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используемому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  об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рудованию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(включая источник поста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5812" w:type="dxa"/>
          </w:tcPr>
          <w:p w:rsidR="00576950" w:rsidRPr="00310E7F" w:rsidRDefault="00C46BCB" w:rsidP="0016694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 xml:space="preserve">алы должны соответствовать </w:t>
            </w:r>
            <w:r w:rsidR="00EA0453">
              <w:rPr>
                <w:rFonts w:ascii="Times New Roman" w:hAnsi="Times New Roman"/>
                <w:sz w:val="24"/>
                <w:szCs w:val="24"/>
              </w:rPr>
              <w:t xml:space="preserve">ГОСТ 24045-2010, 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ГОСТ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30547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Кровля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применяться в соответствии с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21-01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-97*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 НПБ 244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новление</w:t>
            </w:r>
            <w:r w:rsidR="008B3B5D">
              <w:rPr>
                <w:rFonts w:ascii="Times New Roman" w:hAnsi="Times New Roman"/>
                <w:sz w:val="24"/>
                <w:szCs w:val="24"/>
              </w:rPr>
              <w:t>м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апреля 2012 года N390 «О противопожарном р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жиме»( с изменениями на 6 апреля 2016г)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СП 17.13330.2011, </w:t>
            </w:r>
            <w:proofErr w:type="spellStart"/>
            <w:r w:rsidR="00581160"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3.04.01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-87 (СП 71.13330.2011)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  <w:r w:rsidR="003233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80783" w:rsidRPr="00310E7F" w:rsidTr="009A5A25">
        <w:trPr>
          <w:trHeight w:val="445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Состав разделов документации и требования к их содержанию</w:t>
            </w:r>
          </w:p>
        </w:tc>
        <w:tc>
          <w:tcPr>
            <w:tcW w:w="5812" w:type="dxa"/>
          </w:tcPr>
          <w:p w:rsidR="00B46E77" w:rsidRPr="00310E7F" w:rsidRDefault="00B46E77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Сметная документация: локальные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акты в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ы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полненных работ , формы   КС-2 и КС-3.</w:t>
            </w:r>
          </w:p>
          <w:p w:rsidR="005133F0" w:rsidRPr="00310E7F" w:rsidRDefault="00B46E77" w:rsidP="00484CD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В период строительства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 и монтажа </w:t>
            </w:r>
            <w:proofErr w:type="spell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энергообъект</w:t>
            </w:r>
            <w:proofErr w:type="gram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5133F0" w:rsidRPr="00310E7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484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приемки, в том числе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акты на скрытые работы. Все работы предъявляются 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>З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аказч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ку</w:t>
            </w:r>
            <w:r w:rsidR="00E503E9" w:rsidRPr="00310E7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114221"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0A16" w:rsidRPr="00310E7F" w:rsidTr="009A5A25">
        <w:trPr>
          <w:trHeight w:val="424"/>
        </w:trPr>
        <w:tc>
          <w:tcPr>
            <w:tcW w:w="4252" w:type="dxa"/>
          </w:tcPr>
          <w:p w:rsidR="00900A16" w:rsidRPr="00310E7F" w:rsidRDefault="00900A1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12. Оформление принимаемых реш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  в ходе выполнения работ</w:t>
            </w:r>
          </w:p>
        </w:tc>
        <w:tc>
          <w:tcPr>
            <w:tcW w:w="5812" w:type="dxa"/>
          </w:tcPr>
          <w:p w:rsidR="00900A16" w:rsidRPr="00310E7F" w:rsidRDefault="005133F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Объемы</w:t>
            </w:r>
            <w:r w:rsidR="00847543">
              <w:rPr>
                <w:rFonts w:ascii="Times New Roman" w:hAnsi="Times New Roman"/>
                <w:sz w:val="24"/>
                <w:szCs w:val="24"/>
              </w:rPr>
              <w:t xml:space="preserve"> строительно-монтажных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B3B5D">
              <w:rPr>
                <w:rFonts w:ascii="Times New Roman" w:hAnsi="Times New Roman"/>
                <w:sz w:val="24"/>
                <w:szCs w:val="24"/>
              </w:rPr>
              <w:t xml:space="preserve"> должны быть определены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 xml:space="preserve"> дефектной ведомостью</w:t>
            </w:r>
            <w:r w:rsidR="00847543">
              <w:rPr>
                <w:rFonts w:ascii="Times New Roman" w:hAnsi="Times New Roman"/>
                <w:sz w:val="24"/>
                <w:szCs w:val="24"/>
              </w:rPr>
              <w:t>, проектом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ветствии с действующими нормами и правила</w:t>
            </w:r>
            <w:r w:rsidR="00C62D48" w:rsidRPr="00310E7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62D48" w:rsidRPr="00310E7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="00C62D48" w:rsidRPr="00310E7F">
              <w:rPr>
                <w:rFonts w:ascii="Times New Roman" w:hAnsi="Times New Roman"/>
                <w:sz w:val="24"/>
                <w:szCs w:val="24"/>
              </w:rPr>
              <w:t xml:space="preserve"> ПУЭ ,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 и пр.)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технологическим решениям</w:t>
            </w:r>
          </w:p>
        </w:tc>
        <w:tc>
          <w:tcPr>
            <w:tcW w:w="5812" w:type="dxa"/>
          </w:tcPr>
          <w:p w:rsidR="00B44CF1" w:rsidRPr="00310E7F" w:rsidRDefault="00486B21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соот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ветствии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 действующими нор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мами и правил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ми (ПУЭ, 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П), с обязательным письменным соглас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ванием изменений и (или) дополнений с обслуж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вающей организацией -</w:t>
            </w:r>
            <w:r w:rsidR="00E13B4A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494F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сходны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5812" w:type="dxa"/>
          </w:tcPr>
          <w:p w:rsidR="00576950" w:rsidRPr="00310E7F" w:rsidRDefault="00486B21" w:rsidP="00A97F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ефектная ведомость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и предварительный сметный расчет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 xml:space="preserve">, типовой проект реконструкции кровли, план </w:t>
            </w:r>
            <w:r w:rsidR="00A97F5D">
              <w:rPr>
                <w:rFonts w:ascii="Times New Roman" w:hAnsi="Times New Roman"/>
                <w:sz w:val="24"/>
                <w:szCs w:val="24"/>
              </w:rPr>
              <w:t>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>П-</w:t>
            </w:r>
            <w:r w:rsidR="00A97F5D">
              <w:rPr>
                <w:rFonts w:ascii="Times New Roman" w:hAnsi="Times New Roman"/>
                <w:sz w:val="24"/>
                <w:szCs w:val="24"/>
              </w:rPr>
              <w:t>199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сметной документ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812" w:type="dxa"/>
          </w:tcPr>
          <w:p w:rsidR="00680783" w:rsidRPr="00310E7F" w:rsidRDefault="00DF5CFC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Расчётную базовую стоимость работ определить в двух уровнях цен: б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>азисном 2001 г. (в редакции 2014 г.)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вод в текущие цены 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D37EED" w:rsidRPr="00310E7F">
              <w:rPr>
                <w:rFonts w:ascii="Times New Roman" w:hAnsi="Times New Roman"/>
                <w:sz w:val="24"/>
                <w:szCs w:val="24"/>
              </w:rPr>
              <w:t xml:space="preserve"> квартала 201</w:t>
            </w:r>
            <w:r w:rsidR="00595BD7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95BD7">
              <w:rPr>
                <w:rFonts w:ascii="Times New Roman" w:hAnsi="Times New Roman"/>
                <w:sz w:val="24"/>
                <w:szCs w:val="24"/>
              </w:rPr>
              <w:t>.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с д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флятором на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г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природоохранным мероприятиям </w:t>
            </w:r>
          </w:p>
        </w:tc>
        <w:tc>
          <w:tcPr>
            <w:tcW w:w="5812" w:type="dxa"/>
          </w:tcPr>
          <w:p w:rsidR="00680783" w:rsidRPr="00310E7F" w:rsidRDefault="002E085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архитектурным, ко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структивным и объёмно-планировочным решениям</w:t>
            </w:r>
          </w:p>
        </w:tc>
        <w:tc>
          <w:tcPr>
            <w:tcW w:w="5812" w:type="dxa"/>
          </w:tcPr>
          <w:p w:rsidR="004E50AF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действующим нормам и правилам РФ: СП 4.13130.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8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схеме планировочной организации земельного участка</w:t>
            </w:r>
          </w:p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F4453" w:rsidRPr="00310E7F" w:rsidRDefault="004E50AF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В условиях городской и промышленной застройки требуется  предваритель</w:t>
            </w:r>
            <w:r w:rsidRPr="00310E7F">
              <w:rPr>
                <w:rFonts w:ascii="Times New Roman" w:hAnsi="Times New Roman"/>
                <w:sz w:val="24"/>
                <w:szCs w:val="24"/>
              </w:rPr>
              <w:softHyphen/>
              <w:t>ное согласование с заинтер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сованными организациями.</w:t>
            </w:r>
          </w:p>
        </w:tc>
      </w:tr>
      <w:tr w:rsidR="000D3069" w:rsidRPr="00310E7F" w:rsidTr="009A5A25">
        <w:tc>
          <w:tcPr>
            <w:tcW w:w="4252" w:type="dxa"/>
          </w:tcPr>
          <w:p w:rsidR="000D3069" w:rsidRPr="00310E7F" w:rsidRDefault="000D306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19. Технические требования к техн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логическому оборудованию</w:t>
            </w:r>
          </w:p>
        </w:tc>
        <w:tc>
          <w:tcPr>
            <w:tcW w:w="5812" w:type="dxa"/>
          </w:tcPr>
          <w:p w:rsidR="000D3069" w:rsidRPr="00BE1CCD" w:rsidRDefault="00275F8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Требования предусмотрены рабочим проектом кап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тального строительства.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0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 утилизации (захоронению)  отходов</w:t>
            </w:r>
          </w:p>
        </w:tc>
        <w:tc>
          <w:tcPr>
            <w:tcW w:w="5812" w:type="dxa"/>
          </w:tcPr>
          <w:p w:rsidR="00680783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разработке инжене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но-технических мероприятий гра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данской обороны и мероприятий по предупреждению чрезвычайных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туаций (ИТМ ГОЧС)</w:t>
            </w:r>
          </w:p>
        </w:tc>
        <w:tc>
          <w:tcPr>
            <w:tcW w:w="5812" w:type="dxa"/>
          </w:tcPr>
          <w:p w:rsidR="00680783" w:rsidRPr="00310E7F" w:rsidRDefault="00432856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Разработка инженерно-технических мероприятий гражданской обороны и мероприятий по предупре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дению чрезвычайных ситуаций (ИТМ ГОЧС) согла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 СП 11-112-2001 "Инженерно-технические мер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приятия гражданской обороны. Мероприятия по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дупреждению чрезвычайных ситуаций" градостро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тельной документации для территорий городских и сельских поселений, других муниципальных образ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22. Сроки выполнения работ (по 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новным этапам)</w:t>
            </w:r>
          </w:p>
        </w:tc>
        <w:tc>
          <w:tcPr>
            <w:tcW w:w="5812" w:type="dxa"/>
          </w:tcPr>
          <w:p w:rsidR="00B46E77" w:rsidRPr="00310E7F" w:rsidRDefault="00315DB8" w:rsidP="00350C4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производственной программы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чало работ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CE7" w:rsidRPr="00310E7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486B21" w:rsidRPr="00486B21">
              <w:rPr>
                <w:rFonts w:ascii="Times New Roman" w:hAnsi="Times New Roman"/>
                <w:sz w:val="24"/>
                <w:szCs w:val="24"/>
              </w:rPr>
              <w:t>01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.0</w:t>
            </w:r>
            <w:r w:rsidR="00350C47">
              <w:rPr>
                <w:rFonts w:ascii="Times New Roman" w:hAnsi="Times New Roman"/>
                <w:sz w:val="24"/>
                <w:szCs w:val="24"/>
              </w:rPr>
              <w:t>8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BE661E">
              <w:rPr>
                <w:rFonts w:ascii="Times New Roman" w:hAnsi="Times New Roman"/>
                <w:sz w:val="24"/>
                <w:szCs w:val="24"/>
              </w:rPr>
              <w:t xml:space="preserve"> по 30.08.2018 г.</w:t>
            </w:r>
          </w:p>
        </w:tc>
      </w:tr>
      <w:tr w:rsidR="00680783" w:rsidRPr="00310E7F" w:rsidTr="009A5A25">
        <w:trPr>
          <w:trHeight w:val="493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Требования по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ектной документации </w:t>
            </w:r>
          </w:p>
        </w:tc>
        <w:tc>
          <w:tcPr>
            <w:tcW w:w="5812" w:type="dxa"/>
          </w:tcPr>
          <w:p w:rsidR="00680783" w:rsidRPr="00310E7F" w:rsidRDefault="00AE3903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 xml:space="preserve"> условиях городской застройки требуется соглас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вание с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24. Требования к составу и содерж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нию документов, передаваемых по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рядчиком заказчику</w:t>
            </w:r>
          </w:p>
        </w:tc>
        <w:tc>
          <w:tcPr>
            <w:tcW w:w="5812" w:type="dxa"/>
          </w:tcPr>
          <w:p w:rsidR="003F4675" w:rsidRPr="00310E7F" w:rsidRDefault="000404F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Сметная документация </w:t>
            </w:r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локальные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F4C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675" w:rsidRPr="00310E7F" w:rsidRDefault="003F4675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В период строительства и монтажа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энергообъекта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- акты промежуточной приёмки узлов оборудования и сооружений,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в том числе акты скрытых работ, акты выполненных работ формы КС-2 , КС-3.</w:t>
            </w:r>
          </w:p>
          <w:p w:rsidR="00DF5CFC" w:rsidRPr="00310E7F" w:rsidRDefault="00DF5CFC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Приемосдаточная документация на все виды и этапы работ.</w:t>
            </w:r>
          </w:p>
        </w:tc>
      </w:tr>
      <w:tr w:rsidR="00802FFE" w:rsidRPr="00310E7F" w:rsidTr="009A5A25">
        <w:trPr>
          <w:trHeight w:val="567"/>
        </w:trPr>
        <w:tc>
          <w:tcPr>
            <w:tcW w:w="4252" w:type="dxa"/>
          </w:tcPr>
          <w:p w:rsidR="00802FFE" w:rsidRPr="00310E7F" w:rsidRDefault="00802FFE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25. Требования по количеству экзем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ляров документации, передаваемой заказчику</w:t>
            </w:r>
          </w:p>
        </w:tc>
        <w:tc>
          <w:tcPr>
            <w:tcW w:w="5812" w:type="dxa"/>
          </w:tcPr>
          <w:p w:rsidR="00802FFE" w:rsidRPr="00310E7F" w:rsidRDefault="005262AB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 и Акты на скрытые работы передаются Заказчику в 2-х экземплярах</w:t>
            </w:r>
          </w:p>
        </w:tc>
      </w:tr>
      <w:tr w:rsidR="00802FFE" w:rsidRPr="00310E7F" w:rsidTr="000E6D1A">
        <w:trPr>
          <w:cantSplit/>
          <w:trHeight w:val="1134"/>
        </w:trPr>
        <w:tc>
          <w:tcPr>
            <w:tcW w:w="4252" w:type="dxa"/>
          </w:tcPr>
          <w:p w:rsidR="00802FFE" w:rsidRPr="00310E7F" w:rsidRDefault="00802FF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26. Дополнительные требования и особые условия</w:t>
            </w:r>
          </w:p>
        </w:tc>
        <w:tc>
          <w:tcPr>
            <w:tcW w:w="5812" w:type="dxa"/>
          </w:tcPr>
          <w:p w:rsidR="00802FFE" w:rsidRPr="00310E7F" w:rsidRDefault="00802FFE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Наличие квалифицированного персонала с допуском к данному виду работ; наличие сертифицированного оборудования для выполнения работ; документ СРО – все документы должны быть заверены подписью 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ректора предприятия.</w:t>
            </w:r>
          </w:p>
          <w:p w:rsidR="000B5EC1" w:rsidRPr="00310E7F" w:rsidRDefault="002E462B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Оплата по настоящему договору осуществляется 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казчиком после подписания сторонами Акта сдач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работ, на основании выста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ленного Исполнителем 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Счета –Фактуры.</w:t>
            </w:r>
          </w:p>
          <w:p w:rsidR="002E462B" w:rsidRPr="00310E7F" w:rsidRDefault="000B5EC1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Счет-Фактура на оплату должен быть выставлен И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полнителем не позднее 5 ( пяти) календарных дней со дня подписания Акта сдач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работ.</w:t>
            </w:r>
          </w:p>
        </w:tc>
      </w:tr>
    </w:tbl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  <w:r w:rsidRPr="00310E7F">
        <w:rPr>
          <w:rFonts w:ascii="Times New Roman" w:hAnsi="Times New Roman"/>
          <w:sz w:val="24"/>
          <w:szCs w:val="24"/>
        </w:rPr>
        <w:tab/>
        <w:t xml:space="preserve"> </w:t>
      </w: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F1386A" w:rsidRPr="00A14D28" w:rsidRDefault="00A14D28" w:rsidP="008E7A81">
      <w:pPr>
        <w:rPr>
          <w:rFonts w:ascii="Arial" w:hAnsi="Arial" w:cs="Arial"/>
        </w:rPr>
      </w:pPr>
      <w:r w:rsidRPr="00310E7F">
        <w:rPr>
          <w:rFonts w:ascii="Times New Roman" w:hAnsi="Times New Roman"/>
          <w:sz w:val="24"/>
          <w:szCs w:val="24"/>
        </w:rPr>
        <w:t>Составил инженер ПТО</w:t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  <w:t xml:space="preserve">Александровский Н.М.      </w:t>
      </w:r>
    </w:p>
    <w:sectPr w:rsidR="00F1386A" w:rsidRPr="00A14D28" w:rsidSect="00EC48AF">
      <w:pgSz w:w="11906" w:h="16838" w:code="9"/>
      <w:pgMar w:top="567" w:right="84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FC5" w:rsidRDefault="00084FC5">
      <w:r>
        <w:separator/>
      </w:r>
    </w:p>
  </w:endnote>
  <w:endnote w:type="continuationSeparator" w:id="0">
    <w:p w:rsidR="00084FC5" w:rsidRDefault="00084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FC5" w:rsidRDefault="00084FC5">
      <w:r>
        <w:separator/>
      </w:r>
    </w:p>
  </w:footnote>
  <w:footnote w:type="continuationSeparator" w:id="0">
    <w:p w:rsidR="00084FC5" w:rsidRDefault="00084F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37021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4AC30B0"/>
    <w:multiLevelType w:val="hybridMultilevel"/>
    <w:tmpl w:val="075E1D12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18765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ED263E"/>
    <w:multiLevelType w:val="hybridMultilevel"/>
    <w:tmpl w:val="F0208F76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0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900E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5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086AD5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8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40886964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1057ECF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1875BDD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9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6833331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8DA7478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C74FF"/>
    <w:multiLevelType w:val="hybridMultilevel"/>
    <w:tmpl w:val="E320C356"/>
    <w:lvl w:ilvl="0" w:tplc="E828DB7C">
      <w:start w:val="1"/>
      <w:numFmt w:val="decimal"/>
      <w:lvlText w:val="%1."/>
      <w:lvlJc w:val="left"/>
      <w:pPr>
        <w:ind w:left="11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45F2DE7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4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6">
    <w:nsid w:val="7D876CC3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9"/>
  </w:num>
  <w:num w:numId="3">
    <w:abstractNumId w:val="24"/>
  </w:num>
  <w:num w:numId="4">
    <w:abstractNumId w:val="36"/>
  </w:num>
  <w:num w:numId="5">
    <w:abstractNumId w:val="34"/>
  </w:num>
  <w:num w:numId="6">
    <w:abstractNumId w:val="18"/>
  </w:num>
  <w:num w:numId="7">
    <w:abstractNumId w:val="17"/>
  </w:num>
  <w:num w:numId="8">
    <w:abstractNumId w:val="6"/>
  </w:num>
  <w:num w:numId="9">
    <w:abstractNumId w:val="37"/>
  </w:num>
  <w:num w:numId="10">
    <w:abstractNumId w:val="41"/>
  </w:num>
  <w:num w:numId="11">
    <w:abstractNumId w:val="20"/>
  </w:num>
  <w:num w:numId="12">
    <w:abstractNumId w:val="43"/>
  </w:num>
  <w:num w:numId="13">
    <w:abstractNumId w:val="47"/>
  </w:num>
  <w:num w:numId="14">
    <w:abstractNumId w:val="23"/>
  </w:num>
  <w:num w:numId="15">
    <w:abstractNumId w:val="12"/>
  </w:num>
  <w:num w:numId="16">
    <w:abstractNumId w:val="28"/>
  </w:num>
  <w:num w:numId="17">
    <w:abstractNumId w:val="0"/>
  </w:num>
  <w:num w:numId="18">
    <w:abstractNumId w:val="21"/>
  </w:num>
  <w:num w:numId="19">
    <w:abstractNumId w:val="4"/>
  </w:num>
  <w:num w:numId="20">
    <w:abstractNumId w:val="15"/>
  </w:num>
  <w:num w:numId="21">
    <w:abstractNumId w:val="44"/>
  </w:num>
  <w:num w:numId="22">
    <w:abstractNumId w:val="13"/>
  </w:num>
  <w:num w:numId="23">
    <w:abstractNumId w:val="38"/>
  </w:num>
  <w:num w:numId="24">
    <w:abstractNumId w:val="2"/>
    <w:lvlOverride w:ilvl="0">
      <w:startOverride w:val="27"/>
    </w:lvlOverride>
    <w:lvlOverride w:ilvl="1">
      <w:startOverride w:val="3"/>
    </w:lvlOverride>
  </w:num>
  <w:num w:numId="25">
    <w:abstractNumId w:val="29"/>
  </w:num>
  <w:num w:numId="26">
    <w:abstractNumId w:val="2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42"/>
  </w:num>
  <w:num w:numId="29">
    <w:abstractNumId w:val="27"/>
  </w:num>
  <w:num w:numId="30">
    <w:abstractNumId w:val="45"/>
  </w:num>
  <w:num w:numId="31">
    <w:abstractNumId w:val="32"/>
  </w:num>
  <w:num w:numId="32">
    <w:abstractNumId w:val="22"/>
  </w:num>
  <w:num w:numId="33">
    <w:abstractNumId w:val="10"/>
  </w:num>
  <w:num w:numId="34">
    <w:abstractNumId w:val="35"/>
  </w:num>
  <w:num w:numId="35">
    <w:abstractNumId w:val="3"/>
  </w:num>
  <w:num w:numId="36">
    <w:abstractNumId w:val="33"/>
  </w:num>
  <w:num w:numId="37">
    <w:abstractNumId w:val="9"/>
  </w:num>
  <w:num w:numId="38">
    <w:abstractNumId w:val="5"/>
  </w:num>
  <w:num w:numId="39">
    <w:abstractNumId w:val="25"/>
  </w:num>
  <w:num w:numId="40">
    <w:abstractNumId w:val="46"/>
  </w:num>
  <w:num w:numId="41">
    <w:abstractNumId w:val="8"/>
  </w:num>
  <w:num w:numId="42">
    <w:abstractNumId w:val="16"/>
  </w:num>
  <w:num w:numId="43">
    <w:abstractNumId w:val="40"/>
  </w:num>
  <w:num w:numId="44">
    <w:abstractNumId w:val="11"/>
  </w:num>
  <w:num w:numId="45">
    <w:abstractNumId w:val="19"/>
  </w:num>
  <w:num w:numId="46">
    <w:abstractNumId w:val="31"/>
  </w:num>
  <w:num w:numId="47">
    <w:abstractNumId w:val="26"/>
  </w:num>
  <w:num w:numId="48">
    <w:abstractNumId w:val="30"/>
  </w:num>
  <w:num w:numId="49">
    <w:abstractNumId w:val="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284"/>
  <w:autoHyphenation/>
  <w:evenAndOddHeaders/>
  <w:drawingGridHorizontalSpacing w:val="100"/>
  <w:displayHorizontalDrawingGridEvery w:val="2"/>
  <w:noPunctuationKerning/>
  <w:characterSpacingControl w:val="doNotCompress"/>
  <w:hdrShapeDefaults>
    <o:shapedefaults v:ext="edit" spidmax="450562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407B"/>
    <w:rsid w:val="00005029"/>
    <w:rsid w:val="0000596A"/>
    <w:rsid w:val="00005D7D"/>
    <w:rsid w:val="0000603C"/>
    <w:rsid w:val="000064E0"/>
    <w:rsid w:val="00007AC6"/>
    <w:rsid w:val="0001009A"/>
    <w:rsid w:val="00010168"/>
    <w:rsid w:val="00011561"/>
    <w:rsid w:val="0001235A"/>
    <w:rsid w:val="000129A8"/>
    <w:rsid w:val="000131A0"/>
    <w:rsid w:val="0001371E"/>
    <w:rsid w:val="0001412E"/>
    <w:rsid w:val="00014D6B"/>
    <w:rsid w:val="00014E34"/>
    <w:rsid w:val="00016984"/>
    <w:rsid w:val="00017911"/>
    <w:rsid w:val="000221E6"/>
    <w:rsid w:val="00022A50"/>
    <w:rsid w:val="00022EB6"/>
    <w:rsid w:val="00023952"/>
    <w:rsid w:val="000239FF"/>
    <w:rsid w:val="000244CE"/>
    <w:rsid w:val="0002469B"/>
    <w:rsid w:val="00026D7E"/>
    <w:rsid w:val="00030E5E"/>
    <w:rsid w:val="000312A9"/>
    <w:rsid w:val="00031E32"/>
    <w:rsid w:val="00032210"/>
    <w:rsid w:val="000323D5"/>
    <w:rsid w:val="000326F9"/>
    <w:rsid w:val="00032862"/>
    <w:rsid w:val="000349C4"/>
    <w:rsid w:val="00034A5E"/>
    <w:rsid w:val="0003522E"/>
    <w:rsid w:val="000354BB"/>
    <w:rsid w:val="00035E5B"/>
    <w:rsid w:val="000365D2"/>
    <w:rsid w:val="00037042"/>
    <w:rsid w:val="000404FE"/>
    <w:rsid w:val="000409B8"/>
    <w:rsid w:val="0004158A"/>
    <w:rsid w:val="00042895"/>
    <w:rsid w:val="000437B5"/>
    <w:rsid w:val="00047007"/>
    <w:rsid w:val="00050492"/>
    <w:rsid w:val="00050F7C"/>
    <w:rsid w:val="00052418"/>
    <w:rsid w:val="00054488"/>
    <w:rsid w:val="00054ACC"/>
    <w:rsid w:val="00056BE0"/>
    <w:rsid w:val="00057082"/>
    <w:rsid w:val="00057F4D"/>
    <w:rsid w:val="000602AB"/>
    <w:rsid w:val="00061729"/>
    <w:rsid w:val="000624B2"/>
    <w:rsid w:val="00062899"/>
    <w:rsid w:val="000636AE"/>
    <w:rsid w:val="00063A92"/>
    <w:rsid w:val="00063C56"/>
    <w:rsid w:val="0006433F"/>
    <w:rsid w:val="000644FF"/>
    <w:rsid w:val="00064A45"/>
    <w:rsid w:val="00065C37"/>
    <w:rsid w:val="000670ED"/>
    <w:rsid w:val="000723AB"/>
    <w:rsid w:val="000734DB"/>
    <w:rsid w:val="0007375A"/>
    <w:rsid w:val="00073B52"/>
    <w:rsid w:val="00075799"/>
    <w:rsid w:val="00076208"/>
    <w:rsid w:val="00077148"/>
    <w:rsid w:val="00077353"/>
    <w:rsid w:val="00077BEA"/>
    <w:rsid w:val="000814CD"/>
    <w:rsid w:val="00082ADC"/>
    <w:rsid w:val="00084095"/>
    <w:rsid w:val="00084FC5"/>
    <w:rsid w:val="00084FEA"/>
    <w:rsid w:val="00085CF1"/>
    <w:rsid w:val="000878F4"/>
    <w:rsid w:val="00087B65"/>
    <w:rsid w:val="00091D14"/>
    <w:rsid w:val="0009336D"/>
    <w:rsid w:val="00093E18"/>
    <w:rsid w:val="0009640B"/>
    <w:rsid w:val="00096539"/>
    <w:rsid w:val="00096ACB"/>
    <w:rsid w:val="00096E08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6F6E"/>
    <w:rsid w:val="000A7B1D"/>
    <w:rsid w:val="000B038F"/>
    <w:rsid w:val="000B2A6E"/>
    <w:rsid w:val="000B45D9"/>
    <w:rsid w:val="000B54D9"/>
    <w:rsid w:val="000B5B6F"/>
    <w:rsid w:val="000B5EC1"/>
    <w:rsid w:val="000B69BC"/>
    <w:rsid w:val="000C2215"/>
    <w:rsid w:val="000C283F"/>
    <w:rsid w:val="000C35F6"/>
    <w:rsid w:val="000C509D"/>
    <w:rsid w:val="000C5925"/>
    <w:rsid w:val="000C6953"/>
    <w:rsid w:val="000C7C48"/>
    <w:rsid w:val="000D0ADD"/>
    <w:rsid w:val="000D0B15"/>
    <w:rsid w:val="000D0F55"/>
    <w:rsid w:val="000D2839"/>
    <w:rsid w:val="000D3069"/>
    <w:rsid w:val="000D30B3"/>
    <w:rsid w:val="000D5521"/>
    <w:rsid w:val="000D57C6"/>
    <w:rsid w:val="000D5BF8"/>
    <w:rsid w:val="000D60F4"/>
    <w:rsid w:val="000D7002"/>
    <w:rsid w:val="000D7DF6"/>
    <w:rsid w:val="000E5699"/>
    <w:rsid w:val="000E5E0F"/>
    <w:rsid w:val="000E5F5C"/>
    <w:rsid w:val="000E6D1A"/>
    <w:rsid w:val="000E7FC7"/>
    <w:rsid w:val="000F1C48"/>
    <w:rsid w:val="000F1E4F"/>
    <w:rsid w:val="000F1EBB"/>
    <w:rsid w:val="000F3131"/>
    <w:rsid w:val="000F50ED"/>
    <w:rsid w:val="000F5C7A"/>
    <w:rsid w:val="000F61FD"/>
    <w:rsid w:val="000F6549"/>
    <w:rsid w:val="000F7F0A"/>
    <w:rsid w:val="00100C14"/>
    <w:rsid w:val="001032E6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4221"/>
    <w:rsid w:val="0011455A"/>
    <w:rsid w:val="00117992"/>
    <w:rsid w:val="00121FCD"/>
    <w:rsid w:val="00122256"/>
    <w:rsid w:val="001224DC"/>
    <w:rsid w:val="00124C9B"/>
    <w:rsid w:val="00125260"/>
    <w:rsid w:val="00126496"/>
    <w:rsid w:val="00126A5C"/>
    <w:rsid w:val="001270C6"/>
    <w:rsid w:val="001277D3"/>
    <w:rsid w:val="00134152"/>
    <w:rsid w:val="0013557E"/>
    <w:rsid w:val="00135B55"/>
    <w:rsid w:val="0013659A"/>
    <w:rsid w:val="0013661D"/>
    <w:rsid w:val="0013692B"/>
    <w:rsid w:val="00137065"/>
    <w:rsid w:val="00137571"/>
    <w:rsid w:val="0013763C"/>
    <w:rsid w:val="00137AFB"/>
    <w:rsid w:val="00141B4B"/>
    <w:rsid w:val="0014296B"/>
    <w:rsid w:val="0015041F"/>
    <w:rsid w:val="0015230B"/>
    <w:rsid w:val="00153BA6"/>
    <w:rsid w:val="00155CC7"/>
    <w:rsid w:val="00155DBB"/>
    <w:rsid w:val="00155EB3"/>
    <w:rsid w:val="0015780D"/>
    <w:rsid w:val="0016026B"/>
    <w:rsid w:val="00160E4F"/>
    <w:rsid w:val="0016108F"/>
    <w:rsid w:val="00161DE5"/>
    <w:rsid w:val="00162435"/>
    <w:rsid w:val="00162D00"/>
    <w:rsid w:val="00163D40"/>
    <w:rsid w:val="00164DAF"/>
    <w:rsid w:val="001664F4"/>
    <w:rsid w:val="00166945"/>
    <w:rsid w:val="00167580"/>
    <w:rsid w:val="00170732"/>
    <w:rsid w:val="00171326"/>
    <w:rsid w:val="001714DA"/>
    <w:rsid w:val="00173441"/>
    <w:rsid w:val="00174E7C"/>
    <w:rsid w:val="00175D12"/>
    <w:rsid w:val="00177F0B"/>
    <w:rsid w:val="00181A94"/>
    <w:rsid w:val="00182244"/>
    <w:rsid w:val="00183A51"/>
    <w:rsid w:val="00184D17"/>
    <w:rsid w:val="00185839"/>
    <w:rsid w:val="00185D92"/>
    <w:rsid w:val="00186CF2"/>
    <w:rsid w:val="00187C56"/>
    <w:rsid w:val="00190980"/>
    <w:rsid w:val="00190CF7"/>
    <w:rsid w:val="001912F0"/>
    <w:rsid w:val="00191AC4"/>
    <w:rsid w:val="0019262C"/>
    <w:rsid w:val="00193CAA"/>
    <w:rsid w:val="001942FD"/>
    <w:rsid w:val="00196678"/>
    <w:rsid w:val="001978E0"/>
    <w:rsid w:val="001A0577"/>
    <w:rsid w:val="001A0E43"/>
    <w:rsid w:val="001A46E0"/>
    <w:rsid w:val="001A4770"/>
    <w:rsid w:val="001A51D0"/>
    <w:rsid w:val="001A5577"/>
    <w:rsid w:val="001A559B"/>
    <w:rsid w:val="001A78C3"/>
    <w:rsid w:val="001B27A5"/>
    <w:rsid w:val="001B28C4"/>
    <w:rsid w:val="001B2FCB"/>
    <w:rsid w:val="001B3648"/>
    <w:rsid w:val="001B4162"/>
    <w:rsid w:val="001B4FC9"/>
    <w:rsid w:val="001B5069"/>
    <w:rsid w:val="001B58B5"/>
    <w:rsid w:val="001B6428"/>
    <w:rsid w:val="001B65ED"/>
    <w:rsid w:val="001B72FD"/>
    <w:rsid w:val="001B7591"/>
    <w:rsid w:val="001C0865"/>
    <w:rsid w:val="001C146D"/>
    <w:rsid w:val="001C3208"/>
    <w:rsid w:val="001C37C6"/>
    <w:rsid w:val="001C6A41"/>
    <w:rsid w:val="001C6A84"/>
    <w:rsid w:val="001C6D8C"/>
    <w:rsid w:val="001C7610"/>
    <w:rsid w:val="001D066F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381C"/>
    <w:rsid w:val="001E4968"/>
    <w:rsid w:val="001E4CE1"/>
    <w:rsid w:val="001E524D"/>
    <w:rsid w:val="001E5B23"/>
    <w:rsid w:val="001E6046"/>
    <w:rsid w:val="001F017B"/>
    <w:rsid w:val="001F0312"/>
    <w:rsid w:val="001F1F36"/>
    <w:rsid w:val="001F50EA"/>
    <w:rsid w:val="001F54D3"/>
    <w:rsid w:val="001F5865"/>
    <w:rsid w:val="001F5BF7"/>
    <w:rsid w:val="001F6D0D"/>
    <w:rsid w:val="001F767A"/>
    <w:rsid w:val="001F7ADE"/>
    <w:rsid w:val="002005F5"/>
    <w:rsid w:val="00201C99"/>
    <w:rsid w:val="00202962"/>
    <w:rsid w:val="0020367D"/>
    <w:rsid w:val="00203BA9"/>
    <w:rsid w:val="00205319"/>
    <w:rsid w:val="002057A0"/>
    <w:rsid w:val="00205B12"/>
    <w:rsid w:val="002073FF"/>
    <w:rsid w:val="00210728"/>
    <w:rsid w:val="0021086E"/>
    <w:rsid w:val="00211556"/>
    <w:rsid w:val="00212AD4"/>
    <w:rsid w:val="00212C99"/>
    <w:rsid w:val="002152A4"/>
    <w:rsid w:val="00216622"/>
    <w:rsid w:val="00216EE2"/>
    <w:rsid w:val="00217680"/>
    <w:rsid w:val="002178BB"/>
    <w:rsid w:val="002206DD"/>
    <w:rsid w:val="002208BA"/>
    <w:rsid w:val="00220A25"/>
    <w:rsid w:val="00220C3A"/>
    <w:rsid w:val="002213CA"/>
    <w:rsid w:val="002218C1"/>
    <w:rsid w:val="002237D8"/>
    <w:rsid w:val="00223E55"/>
    <w:rsid w:val="002244C6"/>
    <w:rsid w:val="002245F8"/>
    <w:rsid w:val="00224773"/>
    <w:rsid w:val="00225CA6"/>
    <w:rsid w:val="00231BE1"/>
    <w:rsid w:val="002333C0"/>
    <w:rsid w:val="002357C5"/>
    <w:rsid w:val="00235D3A"/>
    <w:rsid w:val="0023631E"/>
    <w:rsid w:val="002369D3"/>
    <w:rsid w:val="00240855"/>
    <w:rsid w:val="00240E44"/>
    <w:rsid w:val="00241498"/>
    <w:rsid w:val="0024163A"/>
    <w:rsid w:val="00241F6D"/>
    <w:rsid w:val="00243B21"/>
    <w:rsid w:val="00244E8C"/>
    <w:rsid w:val="00246735"/>
    <w:rsid w:val="002475D1"/>
    <w:rsid w:val="00247EEC"/>
    <w:rsid w:val="00250029"/>
    <w:rsid w:val="00251354"/>
    <w:rsid w:val="0025151D"/>
    <w:rsid w:val="00252362"/>
    <w:rsid w:val="00252C7C"/>
    <w:rsid w:val="00253139"/>
    <w:rsid w:val="00253D6F"/>
    <w:rsid w:val="00254945"/>
    <w:rsid w:val="00254AAF"/>
    <w:rsid w:val="00255565"/>
    <w:rsid w:val="00260192"/>
    <w:rsid w:val="00260F85"/>
    <w:rsid w:val="00261DAB"/>
    <w:rsid w:val="00262832"/>
    <w:rsid w:val="00263200"/>
    <w:rsid w:val="0026404D"/>
    <w:rsid w:val="002659FD"/>
    <w:rsid w:val="00266067"/>
    <w:rsid w:val="002679BA"/>
    <w:rsid w:val="00271646"/>
    <w:rsid w:val="00272C9C"/>
    <w:rsid w:val="0027378B"/>
    <w:rsid w:val="00273A6D"/>
    <w:rsid w:val="00275F8E"/>
    <w:rsid w:val="002807DD"/>
    <w:rsid w:val="00281553"/>
    <w:rsid w:val="00281B9E"/>
    <w:rsid w:val="00282AA6"/>
    <w:rsid w:val="00286DD7"/>
    <w:rsid w:val="002873AA"/>
    <w:rsid w:val="00287C0C"/>
    <w:rsid w:val="002902B4"/>
    <w:rsid w:val="00290688"/>
    <w:rsid w:val="00290C79"/>
    <w:rsid w:val="0029131C"/>
    <w:rsid w:val="0029165C"/>
    <w:rsid w:val="00294395"/>
    <w:rsid w:val="0029462B"/>
    <w:rsid w:val="002958C9"/>
    <w:rsid w:val="00295CF3"/>
    <w:rsid w:val="0029658B"/>
    <w:rsid w:val="00297647"/>
    <w:rsid w:val="00297B5E"/>
    <w:rsid w:val="002A1714"/>
    <w:rsid w:val="002A19ED"/>
    <w:rsid w:val="002A4609"/>
    <w:rsid w:val="002A48EE"/>
    <w:rsid w:val="002A5172"/>
    <w:rsid w:val="002A551D"/>
    <w:rsid w:val="002B0267"/>
    <w:rsid w:val="002B071E"/>
    <w:rsid w:val="002B0986"/>
    <w:rsid w:val="002B19A7"/>
    <w:rsid w:val="002B20C7"/>
    <w:rsid w:val="002B30E0"/>
    <w:rsid w:val="002B4B3E"/>
    <w:rsid w:val="002B4B40"/>
    <w:rsid w:val="002B585A"/>
    <w:rsid w:val="002C0F4F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4EAE"/>
    <w:rsid w:val="002D3E2F"/>
    <w:rsid w:val="002D4FD4"/>
    <w:rsid w:val="002D5A8A"/>
    <w:rsid w:val="002D61A0"/>
    <w:rsid w:val="002D6CBA"/>
    <w:rsid w:val="002D6D96"/>
    <w:rsid w:val="002D7B7E"/>
    <w:rsid w:val="002D7EB6"/>
    <w:rsid w:val="002E052E"/>
    <w:rsid w:val="002E0850"/>
    <w:rsid w:val="002E0B52"/>
    <w:rsid w:val="002E18BE"/>
    <w:rsid w:val="002E19DE"/>
    <w:rsid w:val="002E462B"/>
    <w:rsid w:val="002E65E9"/>
    <w:rsid w:val="002E7ED8"/>
    <w:rsid w:val="002F07F8"/>
    <w:rsid w:val="002F0C24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170"/>
    <w:rsid w:val="00301276"/>
    <w:rsid w:val="00302397"/>
    <w:rsid w:val="00302EAA"/>
    <w:rsid w:val="0030390A"/>
    <w:rsid w:val="0030484E"/>
    <w:rsid w:val="00304874"/>
    <w:rsid w:val="00304A5F"/>
    <w:rsid w:val="00305CC7"/>
    <w:rsid w:val="00306829"/>
    <w:rsid w:val="00306C71"/>
    <w:rsid w:val="0030755A"/>
    <w:rsid w:val="00310C06"/>
    <w:rsid w:val="00310E7F"/>
    <w:rsid w:val="00311481"/>
    <w:rsid w:val="0031182A"/>
    <w:rsid w:val="00312293"/>
    <w:rsid w:val="0031349D"/>
    <w:rsid w:val="00313DA8"/>
    <w:rsid w:val="00315B01"/>
    <w:rsid w:val="00315DB8"/>
    <w:rsid w:val="00316D7B"/>
    <w:rsid w:val="0031704E"/>
    <w:rsid w:val="003173B0"/>
    <w:rsid w:val="00317F44"/>
    <w:rsid w:val="00321269"/>
    <w:rsid w:val="00322E59"/>
    <w:rsid w:val="00323308"/>
    <w:rsid w:val="0032492B"/>
    <w:rsid w:val="003252FE"/>
    <w:rsid w:val="0032572E"/>
    <w:rsid w:val="00325A72"/>
    <w:rsid w:val="00326E78"/>
    <w:rsid w:val="003274C4"/>
    <w:rsid w:val="00331E2A"/>
    <w:rsid w:val="00332232"/>
    <w:rsid w:val="0033242C"/>
    <w:rsid w:val="00334438"/>
    <w:rsid w:val="00334EC6"/>
    <w:rsid w:val="00337D72"/>
    <w:rsid w:val="00344016"/>
    <w:rsid w:val="0034411F"/>
    <w:rsid w:val="003449A7"/>
    <w:rsid w:val="00344F27"/>
    <w:rsid w:val="00345AB3"/>
    <w:rsid w:val="00346207"/>
    <w:rsid w:val="00347902"/>
    <w:rsid w:val="00350C47"/>
    <w:rsid w:val="00354C9B"/>
    <w:rsid w:val="003558E4"/>
    <w:rsid w:val="00357ADA"/>
    <w:rsid w:val="00360B92"/>
    <w:rsid w:val="003614A9"/>
    <w:rsid w:val="003614B5"/>
    <w:rsid w:val="0036354F"/>
    <w:rsid w:val="003651F5"/>
    <w:rsid w:val="003657D4"/>
    <w:rsid w:val="00365D29"/>
    <w:rsid w:val="003660B2"/>
    <w:rsid w:val="003664B0"/>
    <w:rsid w:val="0036713F"/>
    <w:rsid w:val="003675C7"/>
    <w:rsid w:val="00367804"/>
    <w:rsid w:val="00367866"/>
    <w:rsid w:val="00367E13"/>
    <w:rsid w:val="00370114"/>
    <w:rsid w:val="003704D8"/>
    <w:rsid w:val="00370B0E"/>
    <w:rsid w:val="00370E13"/>
    <w:rsid w:val="0037197D"/>
    <w:rsid w:val="00372079"/>
    <w:rsid w:val="00373C13"/>
    <w:rsid w:val="00373EB2"/>
    <w:rsid w:val="003740C6"/>
    <w:rsid w:val="003745BD"/>
    <w:rsid w:val="00374F4B"/>
    <w:rsid w:val="0037530E"/>
    <w:rsid w:val="00375B04"/>
    <w:rsid w:val="00381528"/>
    <w:rsid w:val="003826B6"/>
    <w:rsid w:val="00383C89"/>
    <w:rsid w:val="0038501A"/>
    <w:rsid w:val="003867BA"/>
    <w:rsid w:val="00386F52"/>
    <w:rsid w:val="003900C4"/>
    <w:rsid w:val="003900CA"/>
    <w:rsid w:val="00390BBC"/>
    <w:rsid w:val="00390C9D"/>
    <w:rsid w:val="00392389"/>
    <w:rsid w:val="00392397"/>
    <w:rsid w:val="00392BF7"/>
    <w:rsid w:val="00393549"/>
    <w:rsid w:val="0039365C"/>
    <w:rsid w:val="0039489E"/>
    <w:rsid w:val="00394D39"/>
    <w:rsid w:val="00394FBE"/>
    <w:rsid w:val="0039521F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658B"/>
    <w:rsid w:val="003B7264"/>
    <w:rsid w:val="003B795D"/>
    <w:rsid w:val="003C093A"/>
    <w:rsid w:val="003C0BE8"/>
    <w:rsid w:val="003C0E80"/>
    <w:rsid w:val="003C374B"/>
    <w:rsid w:val="003C5B7E"/>
    <w:rsid w:val="003C7A7E"/>
    <w:rsid w:val="003D19BC"/>
    <w:rsid w:val="003D1D64"/>
    <w:rsid w:val="003D36D0"/>
    <w:rsid w:val="003D3C5B"/>
    <w:rsid w:val="003D66CF"/>
    <w:rsid w:val="003E1E4C"/>
    <w:rsid w:val="003E3A98"/>
    <w:rsid w:val="003E57D2"/>
    <w:rsid w:val="003E5D6B"/>
    <w:rsid w:val="003E5EBC"/>
    <w:rsid w:val="003E62D3"/>
    <w:rsid w:val="003E7EF2"/>
    <w:rsid w:val="003F02F7"/>
    <w:rsid w:val="003F4675"/>
    <w:rsid w:val="003F4FFF"/>
    <w:rsid w:val="003F680A"/>
    <w:rsid w:val="00400CBB"/>
    <w:rsid w:val="00400FC0"/>
    <w:rsid w:val="004013EB"/>
    <w:rsid w:val="0040205D"/>
    <w:rsid w:val="004042FC"/>
    <w:rsid w:val="0040455B"/>
    <w:rsid w:val="00404CCD"/>
    <w:rsid w:val="00410BC2"/>
    <w:rsid w:val="00410C2A"/>
    <w:rsid w:val="00410C49"/>
    <w:rsid w:val="00410E19"/>
    <w:rsid w:val="004116EB"/>
    <w:rsid w:val="004126C2"/>
    <w:rsid w:val="00413431"/>
    <w:rsid w:val="0041394C"/>
    <w:rsid w:val="00414255"/>
    <w:rsid w:val="0041453E"/>
    <w:rsid w:val="00416376"/>
    <w:rsid w:val="0041683E"/>
    <w:rsid w:val="004177BF"/>
    <w:rsid w:val="00420753"/>
    <w:rsid w:val="00420BA0"/>
    <w:rsid w:val="004221BC"/>
    <w:rsid w:val="00422252"/>
    <w:rsid w:val="0042270B"/>
    <w:rsid w:val="00422A0B"/>
    <w:rsid w:val="00423367"/>
    <w:rsid w:val="00423509"/>
    <w:rsid w:val="004237B0"/>
    <w:rsid w:val="0042395B"/>
    <w:rsid w:val="00424881"/>
    <w:rsid w:val="004258CB"/>
    <w:rsid w:val="00431871"/>
    <w:rsid w:val="00432843"/>
    <w:rsid w:val="00432856"/>
    <w:rsid w:val="00433C8F"/>
    <w:rsid w:val="00434C01"/>
    <w:rsid w:val="00434DA2"/>
    <w:rsid w:val="0043685D"/>
    <w:rsid w:val="004371D7"/>
    <w:rsid w:val="004372AF"/>
    <w:rsid w:val="0043744E"/>
    <w:rsid w:val="004376AB"/>
    <w:rsid w:val="00437DF7"/>
    <w:rsid w:val="00440549"/>
    <w:rsid w:val="00440B78"/>
    <w:rsid w:val="004417F3"/>
    <w:rsid w:val="004418A0"/>
    <w:rsid w:val="004418AC"/>
    <w:rsid w:val="00442271"/>
    <w:rsid w:val="00442A3B"/>
    <w:rsid w:val="00442F8B"/>
    <w:rsid w:val="0044300C"/>
    <w:rsid w:val="004434D5"/>
    <w:rsid w:val="004445BA"/>
    <w:rsid w:val="00444B0E"/>
    <w:rsid w:val="00444D7C"/>
    <w:rsid w:val="00445E37"/>
    <w:rsid w:val="00447AF1"/>
    <w:rsid w:val="00450285"/>
    <w:rsid w:val="004513C4"/>
    <w:rsid w:val="004513CE"/>
    <w:rsid w:val="00452038"/>
    <w:rsid w:val="00452325"/>
    <w:rsid w:val="00452D98"/>
    <w:rsid w:val="00454BDA"/>
    <w:rsid w:val="00456DC7"/>
    <w:rsid w:val="004603ED"/>
    <w:rsid w:val="004609B2"/>
    <w:rsid w:val="00461236"/>
    <w:rsid w:val="004617F5"/>
    <w:rsid w:val="004627A0"/>
    <w:rsid w:val="00462D64"/>
    <w:rsid w:val="004667CB"/>
    <w:rsid w:val="00466AFC"/>
    <w:rsid w:val="00466ED8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009C"/>
    <w:rsid w:val="00481201"/>
    <w:rsid w:val="004825EB"/>
    <w:rsid w:val="00482B30"/>
    <w:rsid w:val="00483771"/>
    <w:rsid w:val="00484CD6"/>
    <w:rsid w:val="00484E8B"/>
    <w:rsid w:val="004851C8"/>
    <w:rsid w:val="00485B80"/>
    <w:rsid w:val="00486B21"/>
    <w:rsid w:val="00486FF2"/>
    <w:rsid w:val="004877DB"/>
    <w:rsid w:val="004879A5"/>
    <w:rsid w:val="00490199"/>
    <w:rsid w:val="004903CA"/>
    <w:rsid w:val="00490C89"/>
    <w:rsid w:val="0049139C"/>
    <w:rsid w:val="00491D49"/>
    <w:rsid w:val="004933B3"/>
    <w:rsid w:val="0049402F"/>
    <w:rsid w:val="00494499"/>
    <w:rsid w:val="00494E95"/>
    <w:rsid w:val="00494F8F"/>
    <w:rsid w:val="004956DB"/>
    <w:rsid w:val="00495F95"/>
    <w:rsid w:val="00496478"/>
    <w:rsid w:val="0049707A"/>
    <w:rsid w:val="004972C6"/>
    <w:rsid w:val="00497D4C"/>
    <w:rsid w:val="004A03F2"/>
    <w:rsid w:val="004A1385"/>
    <w:rsid w:val="004A1B1F"/>
    <w:rsid w:val="004A5524"/>
    <w:rsid w:val="004A5C57"/>
    <w:rsid w:val="004A78F4"/>
    <w:rsid w:val="004B045D"/>
    <w:rsid w:val="004B0D40"/>
    <w:rsid w:val="004B1542"/>
    <w:rsid w:val="004B29AB"/>
    <w:rsid w:val="004B43E0"/>
    <w:rsid w:val="004B4826"/>
    <w:rsid w:val="004B5BB8"/>
    <w:rsid w:val="004B6666"/>
    <w:rsid w:val="004B72CF"/>
    <w:rsid w:val="004C0079"/>
    <w:rsid w:val="004C03D7"/>
    <w:rsid w:val="004C1865"/>
    <w:rsid w:val="004C1995"/>
    <w:rsid w:val="004C1F3A"/>
    <w:rsid w:val="004C27AC"/>
    <w:rsid w:val="004C5926"/>
    <w:rsid w:val="004C5EB9"/>
    <w:rsid w:val="004C6D4E"/>
    <w:rsid w:val="004C75D4"/>
    <w:rsid w:val="004C7BB9"/>
    <w:rsid w:val="004D0793"/>
    <w:rsid w:val="004D2665"/>
    <w:rsid w:val="004D269F"/>
    <w:rsid w:val="004D26F5"/>
    <w:rsid w:val="004D5315"/>
    <w:rsid w:val="004D556E"/>
    <w:rsid w:val="004D6A06"/>
    <w:rsid w:val="004E0070"/>
    <w:rsid w:val="004E02A2"/>
    <w:rsid w:val="004E07B4"/>
    <w:rsid w:val="004E148E"/>
    <w:rsid w:val="004E21B5"/>
    <w:rsid w:val="004E332F"/>
    <w:rsid w:val="004E3B51"/>
    <w:rsid w:val="004E492C"/>
    <w:rsid w:val="004E50AF"/>
    <w:rsid w:val="004E5D07"/>
    <w:rsid w:val="004E60ED"/>
    <w:rsid w:val="004F0666"/>
    <w:rsid w:val="004F0785"/>
    <w:rsid w:val="004F1A10"/>
    <w:rsid w:val="004F245C"/>
    <w:rsid w:val="004F4D0A"/>
    <w:rsid w:val="004F55CF"/>
    <w:rsid w:val="004F6598"/>
    <w:rsid w:val="004F6764"/>
    <w:rsid w:val="004F79E0"/>
    <w:rsid w:val="00500690"/>
    <w:rsid w:val="00500A1D"/>
    <w:rsid w:val="0050204C"/>
    <w:rsid w:val="005027ED"/>
    <w:rsid w:val="00502D42"/>
    <w:rsid w:val="00502FB9"/>
    <w:rsid w:val="00504237"/>
    <w:rsid w:val="0050476E"/>
    <w:rsid w:val="005061DD"/>
    <w:rsid w:val="005076CC"/>
    <w:rsid w:val="005079FC"/>
    <w:rsid w:val="0051037A"/>
    <w:rsid w:val="0051095F"/>
    <w:rsid w:val="00511C0B"/>
    <w:rsid w:val="00511CC2"/>
    <w:rsid w:val="00512066"/>
    <w:rsid w:val="00513286"/>
    <w:rsid w:val="005133F0"/>
    <w:rsid w:val="005136F7"/>
    <w:rsid w:val="00515168"/>
    <w:rsid w:val="00515A4A"/>
    <w:rsid w:val="00515C89"/>
    <w:rsid w:val="00517417"/>
    <w:rsid w:val="00517B63"/>
    <w:rsid w:val="0052065F"/>
    <w:rsid w:val="00521285"/>
    <w:rsid w:val="00521BAE"/>
    <w:rsid w:val="00522AF8"/>
    <w:rsid w:val="00524B9D"/>
    <w:rsid w:val="005262AB"/>
    <w:rsid w:val="005267EC"/>
    <w:rsid w:val="005307D0"/>
    <w:rsid w:val="00531212"/>
    <w:rsid w:val="00533B4F"/>
    <w:rsid w:val="00534666"/>
    <w:rsid w:val="00535539"/>
    <w:rsid w:val="00535E5F"/>
    <w:rsid w:val="00540B1D"/>
    <w:rsid w:val="00542E63"/>
    <w:rsid w:val="0054477C"/>
    <w:rsid w:val="00545CB0"/>
    <w:rsid w:val="005461D1"/>
    <w:rsid w:val="005473A7"/>
    <w:rsid w:val="00547DF4"/>
    <w:rsid w:val="005503C8"/>
    <w:rsid w:val="00552380"/>
    <w:rsid w:val="005528C1"/>
    <w:rsid w:val="00552BFE"/>
    <w:rsid w:val="00552D1F"/>
    <w:rsid w:val="00553390"/>
    <w:rsid w:val="00554834"/>
    <w:rsid w:val="00554A8B"/>
    <w:rsid w:val="00554FA9"/>
    <w:rsid w:val="00555B18"/>
    <w:rsid w:val="00556692"/>
    <w:rsid w:val="00557C38"/>
    <w:rsid w:val="00560717"/>
    <w:rsid w:val="005607ED"/>
    <w:rsid w:val="0056217A"/>
    <w:rsid w:val="00562A69"/>
    <w:rsid w:val="00564432"/>
    <w:rsid w:val="00564F29"/>
    <w:rsid w:val="00570726"/>
    <w:rsid w:val="005723EC"/>
    <w:rsid w:val="005748DB"/>
    <w:rsid w:val="00575899"/>
    <w:rsid w:val="00575923"/>
    <w:rsid w:val="005768E3"/>
    <w:rsid w:val="00576950"/>
    <w:rsid w:val="00576CC4"/>
    <w:rsid w:val="00577318"/>
    <w:rsid w:val="00580907"/>
    <w:rsid w:val="00581160"/>
    <w:rsid w:val="005811E2"/>
    <w:rsid w:val="005815FB"/>
    <w:rsid w:val="00581730"/>
    <w:rsid w:val="0058176A"/>
    <w:rsid w:val="00582277"/>
    <w:rsid w:val="00582C4A"/>
    <w:rsid w:val="00583254"/>
    <w:rsid w:val="0058405C"/>
    <w:rsid w:val="00584E44"/>
    <w:rsid w:val="005871C9"/>
    <w:rsid w:val="005874D7"/>
    <w:rsid w:val="00587854"/>
    <w:rsid w:val="00587F95"/>
    <w:rsid w:val="00590CDA"/>
    <w:rsid w:val="0059169C"/>
    <w:rsid w:val="00591832"/>
    <w:rsid w:val="00592A68"/>
    <w:rsid w:val="00594983"/>
    <w:rsid w:val="00594F85"/>
    <w:rsid w:val="00595165"/>
    <w:rsid w:val="00595BD7"/>
    <w:rsid w:val="005960BB"/>
    <w:rsid w:val="00596F45"/>
    <w:rsid w:val="005A0559"/>
    <w:rsid w:val="005A136C"/>
    <w:rsid w:val="005A393D"/>
    <w:rsid w:val="005A3D78"/>
    <w:rsid w:val="005A5580"/>
    <w:rsid w:val="005B0D30"/>
    <w:rsid w:val="005B1100"/>
    <w:rsid w:val="005B1550"/>
    <w:rsid w:val="005B2BDC"/>
    <w:rsid w:val="005B3089"/>
    <w:rsid w:val="005B54A6"/>
    <w:rsid w:val="005B5AFF"/>
    <w:rsid w:val="005B622C"/>
    <w:rsid w:val="005B64D6"/>
    <w:rsid w:val="005B6A90"/>
    <w:rsid w:val="005C0D31"/>
    <w:rsid w:val="005C14E1"/>
    <w:rsid w:val="005C2390"/>
    <w:rsid w:val="005C2AFC"/>
    <w:rsid w:val="005C623C"/>
    <w:rsid w:val="005D0BF5"/>
    <w:rsid w:val="005D12F6"/>
    <w:rsid w:val="005D1EBA"/>
    <w:rsid w:val="005D1EC6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1E0A"/>
    <w:rsid w:val="005E216C"/>
    <w:rsid w:val="005E4862"/>
    <w:rsid w:val="005E550F"/>
    <w:rsid w:val="005E5CFE"/>
    <w:rsid w:val="005E5D37"/>
    <w:rsid w:val="005E5DCE"/>
    <w:rsid w:val="005E65E7"/>
    <w:rsid w:val="005E6C81"/>
    <w:rsid w:val="005F1AF4"/>
    <w:rsid w:val="005F3143"/>
    <w:rsid w:val="005F3C01"/>
    <w:rsid w:val="005F58B0"/>
    <w:rsid w:val="005F67AA"/>
    <w:rsid w:val="005F76D0"/>
    <w:rsid w:val="005F7777"/>
    <w:rsid w:val="0060378A"/>
    <w:rsid w:val="00603C59"/>
    <w:rsid w:val="006042FB"/>
    <w:rsid w:val="0060561E"/>
    <w:rsid w:val="00606A70"/>
    <w:rsid w:val="00606EE1"/>
    <w:rsid w:val="00607CC6"/>
    <w:rsid w:val="00607F7F"/>
    <w:rsid w:val="00610D6C"/>
    <w:rsid w:val="00610E75"/>
    <w:rsid w:val="00611D07"/>
    <w:rsid w:val="00612B2A"/>
    <w:rsid w:val="00613BF0"/>
    <w:rsid w:val="006145AC"/>
    <w:rsid w:val="0061609A"/>
    <w:rsid w:val="0061647E"/>
    <w:rsid w:val="00617AA6"/>
    <w:rsid w:val="0062049B"/>
    <w:rsid w:val="00620DAB"/>
    <w:rsid w:val="006239B9"/>
    <w:rsid w:val="0062480B"/>
    <w:rsid w:val="00625679"/>
    <w:rsid w:val="00627209"/>
    <w:rsid w:val="0062750F"/>
    <w:rsid w:val="00631995"/>
    <w:rsid w:val="00631E11"/>
    <w:rsid w:val="006362E6"/>
    <w:rsid w:val="0064012E"/>
    <w:rsid w:val="006410F0"/>
    <w:rsid w:val="00641131"/>
    <w:rsid w:val="0064147C"/>
    <w:rsid w:val="006422B3"/>
    <w:rsid w:val="00645666"/>
    <w:rsid w:val="0064588C"/>
    <w:rsid w:val="0064598E"/>
    <w:rsid w:val="0064637D"/>
    <w:rsid w:val="00646CE0"/>
    <w:rsid w:val="006470B4"/>
    <w:rsid w:val="006472C1"/>
    <w:rsid w:val="00647981"/>
    <w:rsid w:val="00651668"/>
    <w:rsid w:val="00651FBE"/>
    <w:rsid w:val="006529A7"/>
    <w:rsid w:val="00652CCB"/>
    <w:rsid w:val="006539D5"/>
    <w:rsid w:val="00654C8F"/>
    <w:rsid w:val="00655546"/>
    <w:rsid w:val="00656B97"/>
    <w:rsid w:val="006573C4"/>
    <w:rsid w:val="0065750A"/>
    <w:rsid w:val="00657542"/>
    <w:rsid w:val="00657D49"/>
    <w:rsid w:val="00657E92"/>
    <w:rsid w:val="00661375"/>
    <w:rsid w:val="00661A46"/>
    <w:rsid w:val="00663FD9"/>
    <w:rsid w:val="006644CB"/>
    <w:rsid w:val="00664AC2"/>
    <w:rsid w:val="00665242"/>
    <w:rsid w:val="006675D5"/>
    <w:rsid w:val="0067066F"/>
    <w:rsid w:val="00670F84"/>
    <w:rsid w:val="006720D2"/>
    <w:rsid w:val="0067253D"/>
    <w:rsid w:val="00673933"/>
    <w:rsid w:val="00675542"/>
    <w:rsid w:val="00676CDA"/>
    <w:rsid w:val="00680783"/>
    <w:rsid w:val="00681887"/>
    <w:rsid w:val="00681EE7"/>
    <w:rsid w:val="0068204A"/>
    <w:rsid w:val="00682EB8"/>
    <w:rsid w:val="00683119"/>
    <w:rsid w:val="006840E7"/>
    <w:rsid w:val="0068480C"/>
    <w:rsid w:val="006850BF"/>
    <w:rsid w:val="00686B0B"/>
    <w:rsid w:val="0068746E"/>
    <w:rsid w:val="00690BD9"/>
    <w:rsid w:val="00690F66"/>
    <w:rsid w:val="00692C0B"/>
    <w:rsid w:val="00692CA5"/>
    <w:rsid w:val="00693864"/>
    <w:rsid w:val="006941B1"/>
    <w:rsid w:val="00695618"/>
    <w:rsid w:val="00696021"/>
    <w:rsid w:val="00696DE2"/>
    <w:rsid w:val="00697DB4"/>
    <w:rsid w:val="006A0698"/>
    <w:rsid w:val="006A08EB"/>
    <w:rsid w:val="006A144D"/>
    <w:rsid w:val="006A5E1C"/>
    <w:rsid w:val="006A64A5"/>
    <w:rsid w:val="006A6F57"/>
    <w:rsid w:val="006A7009"/>
    <w:rsid w:val="006B0689"/>
    <w:rsid w:val="006B1B52"/>
    <w:rsid w:val="006B5193"/>
    <w:rsid w:val="006C0123"/>
    <w:rsid w:val="006C0668"/>
    <w:rsid w:val="006C1C89"/>
    <w:rsid w:val="006C36C3"/>
    <w:rsid w:val="006C3B75"/>
    <w:rsid w:val="006C41DC"/>
    <w:rsid w:val="006C492D"/>
    <w:rsid w:val="006C4DB1"/>
    <w:rsid w:val="006C4E08"/>
    <w:rsid w:val="006C528E"/>
    <w:rsid w:val="006C650B"/>
    <w:rsid w:val="006C6DBC"/>
    <w:rsid w:val="006C7B6D"/>
    <w:rsid w:val="006D1C41"/>
    <w:rsid w:val="006D60C5"/>
    <w:rsid w:val="006D656B"/>
    <w:rsid w:val="006D7B0A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6F5B85"/>
    <w:rsid w:val="006F7013"/>
    <w:rsid w:val="00700733"/>
    <w:rsid w:val="0070098F"/>
    <w:rsid w:val="00700DEC"/>
    <w:rsid w:val="00702663"/>
    <w:rsid w:val="0070359C"/>
    <w:rsid w:val="00703868"/>
    <w:rsid w:val="00703E6A"/>
    <w:rsid w:val="00704C69"/>
    <w:rsid w:val="00706723"/>
    <w:rsid w:val="00706C24"/>
    <w:rsid w:val="00706DDB"/>
    <w:rsid w:val="007073BC"/>
    <w:rsid w:val="00710270"/>
    <w:rsid w:val="0071383E"/>
    <w:rsid w:val="00713BD0"/>
    <w:rsid w:val="00716CDD"/>
    <w:rsid w:val="00720B5A"/>
    <w:rsid w:val="007255B3"/>
    <w:rsid w:val="00725609"/>
    <w:rsid w:val="00726E8F"/>
    <w:rsid w:val="00727C0A"/>
    <w:rsid w:val="00730959"/>
    <w:rsid w:val="007329DD"/>
    <w:rsid w:val="0073690E"/>
    <w:rsid w:val="00736E3F"/>
    <w:rsid w:val="007373A0"/>
    <w:rsid w:val="00737750"/>
    <w:rsid w:val="00743228"/>
    <w:rsid w:val="00744BC8"/>
    <w:rsid w:val="00745811"/>
    <w:rsid w:val="00750AC7"/>
    <w:rsid w:val="00750EE6"/>
    <w:rsid w:val="00751019"/>
    <w:rsid w:val="0075448F"/>
    <w:rsid w:val="0075510D"/>
    <w:rsid w:val="0075577F"/>
    <w:rsid w:val="00756465"/>
    <w:rsid w:val="007568C6"/>
    <w:rsid w:val="00756CAB"/>
    <w:rsid w:val="00757C9F"/>
    <w:rsid w:val="0076165E"/>
    <w:rsid w:val="00762810"/>
    <w:rsid w:val="007631B3"/>
    <w:rsid w:val="00770DD4"/>
    <w:rsid w:val="00771140"/>
    <w:rsid w:val="00771896"/>
    <w:rsid w:val="0077535A"/>
    <w:rsid w:val="0077592F"/>
    <w:rsid w:val="00775957"/>
    <w:rsid w:val="00776AF7"/>
    <w:rsid w:val="0077744F"/>
    <w:rsid w:val="0078039E"/>
    <w:rsid w:val="007825AE"/>
    <w:rsid w:val="00782A48"/>
    <w:rsid w:val="00782A70"/>
    <w:rsid w:val="0078326F"/>
    <w:rsid w:val="00783B0B"/>
    <w:rsid w:val="00785526"/>
    <w:rsid w:val="00787165"/>
    <w:rsid w:val="00790FBD"/>
    <w:rsid w:val="00791063"/>
    <w:rsid w:val="00791628"/>
    <w:rsid w:val="00791D4B"/>
    <w:rsid w:val="00792723"/>
    <w:rsid w:val="00793054"/>
    <w:rsid w:val="007933B2"/>
    <w:rsid w:val="00793F53"/>
    <w:rsid w:val="007941AA"/>
    <w:rsid w:val="007945FF"/>
    <w:rsid w:val="00795027"/>
    <w:rsid w:val="0079775F"/>
    <w:rsid w:val="00797B6C"/>
    <w:rsid w:val="007A03A2"/>
    <w:rsid w:val="007A0E51"/>
    <w:rsid w:val="007A2163"/>
    <w:rsid w:val="007A231B"/>
    <w:rsid w:val="007A277C"/>
    <w:rsid w:val="007A39DE"/>
    <w:rsid w:val="007A5A48"/>
    <w:rsid w:val="007A6E06"/>
    <w:rsid w:val="007A7E03"/>
    <w:rsid w:val="007A7E45"/>
    <w:rsid w:val="007B1766"/>
    <w:rsid w:val="007B4C8C"/>
    <w:rsid w:val="007B515F"/>
    <w:rsid w:val="007B563B"/>
    <w:rsid w:val="007B598C"/>
    <w:rsid w:val="007B7ADC"/>
    <w:rsid w:val="007C085C"/>
    <w:rsid w:val="007C1D6A"/>
    <w:rsid w:val="007C2B39"/>
    <w:rsid w:val="007C32CE"/>
    <w:rsid w:val="007C36C3"/>
    <w:rsid w:val="007C3C47"/>
    <w:rsid w:val="007C534C"/>
    <w:rsid w:val="007C5752"/>
    <w:rsid w:val="007C5E14"/>
    <w:rsid w:val="007D0175"/>
    <w:rsid w:val="007D07EA"/>
    <w:rsid w:val="007D1FA6"/>
    <w:rsid w:val="007D2876"/>
    <w:rsid w:val="007D2A8B"/>
    <w:rsid w:val="007D2F1A"/>
    <w:rsid w:val="007D4BCB"/>
    <w:rsid w:val="007D5220"/>
    <w:rsid w:val="007D5C86"/>
    <w:rsid w:val="007D6582"/>
    <w:rsid w:val="007D6CFE"/>
    <w:rsid w:val="007D71B3"/>
    <w:rsid w:val="007D7DB6"/>
    <w:rsid w:val="007E0D96"/>
    <w:rsid w:val="007E1DEC"/>
    <w:rsid w:val="007E29BD"/>
    <w:rsid w:val="007E3DE6"/>
    <w:rsid w:val="007E4B17"/>
    <w:rsid w:val="007E5AC3"/>
    <w:rsid w:val="007E6529"/>
    <w:rsid w:val="007E7267"/>
    <w:rsid w:val="007E7DC8"/>
    <w:rsid w:val="007F0CBD"/>
    <w:rsid w:val="007F37D1"/>
    <w:rsid w:val="007F4E94"/>
    <w:rsid w:val="007F7A07"/>
    <w:rsid w:val="007F7B4C"/>
    <w:rsid w:val="00801BFC"/>
    <w:rsid w:val="0080230F"/>
    <w:rsid w:val="008028E6"/>
    <w:rsid w:val="00802FFE"/>
    <w:rsid w:val="00803167"/>
    <w:rsid w:val="008041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1B40"/>
    <w:rsid w:val="008225D8"/>
    <w:rsid w:val="00823B5E"/>
    <w:rsid w:val="008255E4"/>
    <w:rsid w:val="00825AFF"/>
    <w:rsid w:val="00826150"/>
    <w:rsid w:val="0082660F"/>
    <w:rsid w:val="00826A47"/>
    <w:rsid w:val="00830101"/>
    <w:rsid w:val="00832298"/>
    <w:rsid w:val="008335C3"/>
    <w:rsid w:val="00833C2A"/>
    <w:rsid w:val="008340C3"/>
    <w:rsid w:val="008346D3"/>
    <w:rsid w:val="00834E86"/>
    <w:rsid w:val="0083754B"/>
    <w:rsid w:val="00840009"/>
    <w:rsid w:val="00840C1F"/>
    <w:rsid w:val="0084225D"/>
    <w:rsid w:val="00842453"/>
    <w:rsid w:val="008436B6"/>
    <w:rsid w:val="00843D35"/>
    <w:rsid w:val="00844766"/>
    <w:rsid w:val="00847543"/>
    <w:rsid w:val="0085280A"/>
    <w:rsid w:val="00852E83"/>
    <w:rsid w:val="00853EAA"/>
    <w:rsid w:val="008542B2"/>
    <w:rsid w:val="00854D8D"/>
    <w:rsid w:val="00854E60"/>
    <w:rsid w:val="00854F2F"/>
    <w:rsid w:val="008554E5"/>
    <w:rsid w:val="00856398"/>
    <w:rsid w:val="00856973"/>
    <w:rsid w:val="00857E66"/>
    <w:rsid w:val="00863681"/>
    <w:rsid w:val="00864905"/>
    <w:rsid w:val="0086543B"/>
    <w:rsid w:val="008656C1"/>
    <w:rsid w:val="00866BF3"/>
    <w:rsid w:val="008677AD"/>
    <w:rsid w:val="008719AD"/>
    <w:rsid w:val="00871F9E"/>
    <w:rsid w:val="0087216F"/>
    <w:rsid w:val="008724A0"/>
    <w:rsid w:val="00874191"/>
    <w:rsid w:val="00874401"/>
    <w:rsid w:val="00874858"/>
    <w:rsid w:val="00874C25"/>
    <w:rsid w:val="00874D8C"/>
    <w:rsid w:val="008758F8"/>
    <w:rsid w:val="00876C60"/>
    <w:rsid w:val="00880966"/>
    <w:rsid w:val="008811EE"/>
    <w:rsid w:val="00881F24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C65"/>
    <w:rsid w:val="008A021A"/>
    <w:rsid w:val="008A1028"/>
    <w:rsid w:val="008A19CC"/>
    <w:rsid w:val="008A2E42"/>
    <w:rsid w:val="008A478D"/>
    <w:rsid w:val="008A6AF8"/>
    <w:rsid w:val="008A739D"/>
    <w:rsid w:val="008A7B21"/>
    <w:rsid w:val="008A7E9B"/>
    <w:rsid w:val="008B02C7"/>
    <w:rsid w:val="008B1A15"/>
    <w:rsid w:val="008B2143"/>
    <w:rsid w:val="008B2DBA"/>
    <w:rsid w:val="008B3B5D"/>
    <w:rsid w:val="008B4996"/>
    <w:rsid w:val="008B5A05"/>
    <w:rsid w:val="008B6BD3"/>
    <w:rsid w:val="008B7AF3"/>
    <w:rsid w:val="008C0D33"/>
    <w:rsid w:val="008C15C4"/>
    <w:rsid w:val="008C2BCA"/>
    <w:rsid w:val="008C52A2"/>
    <w:rsid w:val="008C52A6"/>
    <w:rsid w:val="008C6591"/>
    <w:rsid w:val="008C73BB"/>
    <w:rsid w:val="008D00F7"/>
    <w:rsid w:val="008D2138"/>
    <w:rsid w:val="008D275F"/>
    <w:rsid w:val="008D2808"/>
    <w:rsid w:val="008D2E15"/>
    <w:rsid w:val="008D3305"/>
    <w:rsid w:val="008D429D"/>
    <w:rsid w:val="008D5965"/>
    <w:rsid w:val="008D6320"/>
    <w:rsid w:val="008E0493"/>
    <w:rsid w:val="008E3A37"/>
    <w:rsid w:val="008E3D2F"/>
    <w:rsid w:val="008E4409"/>
    <w:rsid w:val="008E5B5E"/>
    <w:rsid w:val="008E6C91"/>
    <w:rsid w:val="008E7A81"/>
    <w:rsid w:val="008E7C8E"/>
    <w:rsid w:val="008E7F6B"/>
    <w:rsid w:val="008F00C9"/>
    <w:rsid w:val="008F13EA"/>
    <w:rsid w:val="008F16D4"/>
    <w:rsid w:val="008F1BDF"/>
    <w:rsid w:val="008F31A2"/>
    <w:rsid w:val="008F31DF"/>
    <w:rsid w:val="008F3656"/>
    <w:rsid w:val="008F4EE5"/>
    <w:rsid w:val="008F5009"/>
    <w:rsid w:val="008F577D"/>
    <w:rsid w:val="008F69B9"/>
    <w:rsid w:val="00900A16"/>
    <w:rsid w:val="009011CF"/>
    <w:rsid w:val="009036EF"/>
    <w:rsid w:val="00904852"/>
    <w:rsid w:val="00904D18"/>
    <w:rsid w:val="00904D40"/>
    <w:rsid w:val="00905EE0"/>
    <w:rsid w:val="00910029"/>
    <w:rsid w:val="00913929"/>
    <w:rsid w:val="00915A7E"/>
    <w:rsid w:val="009161AF"/>
    <w:rsid w:val="00920071"/>
    <w:rsid w:val="009200BF"/>
    <w:rsid w:val="0092141D"/>
    <w:rsid w:val="00921BD0"/>
    <w:rsid w:val="0092449F"/>
    <w:rsid w:val="009251C9"/>
    <w:rsid w:val="00925CD6"/>
    <w:rsid w:val="00927CAA"/>
    <w:rsid w:val="00927D9F"/>
    <w:rsid w:val="00931A93"/>
    <w:rsid w:val="00933562"/>
    <w:rsid w:val="00935BCC"/>
    <w:rsid w:val="009361A5"/>
    <w:rsid w:val="009411AB"/>
    <w:rsid w:val="009420AB"/>
    <w:rsid w:val="0094251E"/>
    <w:rsid w:val="00942DEF"/>
    <w:rsid w:val="009447FF"/>
    <w:rsid w:val="00944E13"/>
    <w:rsid w:val="0095076B"/>
    <w:rsid w:val="00950AF8"/>
    <w:rsid w:val="00951709"/>
    <w:rsid w:val="00953301"/>
    <w:rsid w:val="00956978"/>
    <w:rsid w:val="00957E42"/>
    <w:rsid w:val="00960835"/>
    <w:rsid w:val="0096164E"/>
    <w:rsid w:val="00962D6C"/>
    <w:rsid w:val="00964373"/>
    <w:rsid w:val="00965876"/>
    <w:rsid w:val="00966E6B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71D"/>
    <w:rsid w:val="00980C91"/>
    <w:rsid w:val="009814BC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35ED"/>
    <w:rsid w:val="00993E20"/>
    <w:rsid w:val="00995C86"/>
    <w:rsid w:val="0099622F"/>
    <w:rsid w:val="00996C8F"/>
    <w:rsid w:val="00996D53"/>
    <w:rsid w:val="009974F0"/>
    <w:rsid w:val="00997889"/>
    <w:rsid w:val="00997E20"/>
    <w:rsid w:val="009A23F4"/>
    <w:rsid w:val="009A24B3"/>
    <w:rsid w:val="009A2D94"/>
    <w:rsid w:val="009A37C6"/>
    <w:rsid w:val="009A45FE"/>
    <w:rsid w:val="009A48C2"/>
    <w:rsid w:val="009A50C2"/>
    <w:rsid w:val="009A52A6"/>
    <w:rsid w:val="009A5A25"/>
    <w:rsid w:val="009A5B02"/>
    <w:rsid w:val="009A6679"/>
    <w:rsid w:val="009B00FD"/>
    <w:rsid w:val="009B0A5C"/>
    <w:rsid w:val="009B0A70"/>
    <w:rsid w:val="009B0FC3"/>
    <w:rsid w:val="009B71A9"/>
    <w:rsid w:val="009C04D3"/>
    <w:rsid w:val="009C090D"/>
    <w:rsid w:val="009C1683"/>
    <w:rsid w:val="009C1F7F"/>
    <w:rsid w:val="009C3133"/>
    <w:rsid w:val="009C318E"/>
    <w:rsid w:val="009C4982"/>
    <w:rsid w:val="009D1320"/>
    <w:rsid w:val="009D21E9"/>
    <w:rsid w:val="009D2C27"/>
    <w:rsid w:val="009D3F3E"/>
    <w:rsid w:val="009D75ED"/>
    <w:rsid w:val="009E06A7"/>
    <w:rsid w:val="009E0FFE"/>
    <w:rsid w:val="009E240E"/>
    <w:rsid w:val="009E25CC"/>
    <w:rsid w:val="009E5D43"/>
    <w:rsid w:val="009E6AE1"/>
    <w:rsid w:val="009E7570"/>
    <w:rsid w:val="009E7C1C"/>
    <w:rsid w:val="009F1044"/>
    <w:rsid w:val="009F147E"/>
    <w:rsid w:val="009F1FDC"/>
    <w:rsid w:val="009F4A6E"/>
    <w:rsid w:val="009F4AE7"/>
    <w:rsid w:val="009F55A2"/>
    <w:rsid w:val="009F6F32"/>
    <w:rsid w:val="009F71F5"/>
    <w:rsid w:val="009F77E5"/>
    <w:rsid w:val="00A00F2A"/>
    <w:rsid w:val="00A05D2E"/>
    <w:rsid w:val="00A1008E"/>
    <w:rsid w:val="00A101F3"/>
    <w:rsid w:val="00A102BD"/>
    <w:rsid w:val="00A11385"/>
    <w:rsid w:val="00A11EE8"/>
    <w:rsid w:val="00A1263B"/>
    <w:rsid w:val="00A1268E"/>
    <w:rsid w:val="00A12B4F"/>
    <w:rsid w:val="00A13105"/>
    <w:rsid w:val="00A13443"/>
    <w:rsid w:val="00A1459F"/>
    <w:rsid w:val="00A14C38"/>
    <w:rsid w:val="00A14D28"/>
    <w:rsid w:val="00A150E6"/>
    <w:rsid w:val="00A16794"/>
    <w:rsid w:val="00A16C93"/>
    <w:rsid w:val="00A173ED"/>
    <w:rsid w:val="00A175B1"/>
    <w:rsid w:val="00A218F8"/>
    <w:rsid w:val="00A23C7D"/>
    <w:rsid w:val="00A23CA8"/>
    <w:rsid w:val="00A25CE3"/>
    <w:rsid w:val="00A26224"/>
    <w:rsid w:val="00A26AE6"/>
    <w:rsid w:val="00A30388"/>
    <w:rsid w:val="00A31AC4"/>
    <w:rsid w:val="00A32B8E"/>
    <w:rsid w:val="00A33BFC"/>
    <w:rsid w:val="00A37ACE"/>
    <w:rsid w:val="00A40DA6"/>
    <w:rsid w:val="00A414BB"/>
    <w:rsid w:val="00A420DA"/>
    <w:rsid w:val="00A45270"/>
    <w:rsid w:val="00A4583A"/>
    <w:rsid w:val="00A46B8B"/>
    <w:rsid w:val="00A47EE5"/>
    <w:rsid w:val="00A5051F"/>
    <w:rsid w:val="00A535EE"/>
    <w:rsid w:val="00A55B79"/>
    <w:rsid w:val="00A55CBC"/>
    <w:rsid w:val="00A5766A"/>
    <w:rsid w:val="00A57CCA"/>
    <w:rsid w:val="00A60677"/>
    <w:rsid w:val="00A6084E"/>
    <w:rsid w:val="00A61521"/>
    <w:rsid w:val="00A6171D"/>
    <w:rsid w:val="00A6197C"/>
    <w:rsid w:val="00A61CA2"/>
    <w:rsid w:val="00A628E6"/>
    <w:rsid w:val="00A63204"/>
    <w:rsid w:val="00A63F0B"/>
    <w:rsid w:val="00A65C14"/>
    <w:rsid w:val="00A6603C"/>
    <w:rsid w:val="00A6624F"/>
    <w:rsid w:val="00A66E3B"/>
    <w:rsid w:val="00A708EE"/>
    <w:rsid w:val="00A7187F"/>
    <w:rsid w:val="00A718AA"/>
    <w:rsid w:val="00A732C2"/>
    <w:rsid w:val="00A73E49"/>
    <w:rsid w:val="00A769E2"/>
    <w:rsid w:val="00A77340"/>
    <w:rsid w:val="00A813EE"/>
    <w:rsid w:val="00A81BAA"/>
    <w:rsid w:val="00A82CBD"/>
    <w:rsid w:val="00A83E1C"/>
    <w:rsid w:val="00A8757A"/>
    <w:rsid w:val="00A87AC7"/>
    <w:rsid w:val="00A87B1D"/>
    <w:rsid w:val="00A90119"/>
    <w:rsid w:val="00A9223A"/>
    <w:rsid w:val="00A928E8"/>
    <w:rsid w:val="00A92CE4"/>
    <w:rsid w:val="00A93844"/>
    <w:rsid w:val="00A94A3F"/>
    <w:rsid w:val="00A95801"/>
    <w:rsid w:val="00A962D5"/>
    <w:rsid w:val="00A96474"/>
    <w:rsid w:val="00A96E55"/>
    <w:rsid w:val="00A9736F"/>
    <w:rsid w:val="00A97F5D"/>
    <w:rsid w:val="00AA09F9"/>
    <w:rsid w:val="00AA0EF8"/>
    <w:rsid w:val="00AA0F4A"/>
    <w:rsid w:val="00AA1C89"/>
    <w:rsid w:val="00AA326E"/>
    <w:rsid w:val="00AA57B3"/>
    <w:rsid w:val="00AA5D5B"/>
    <w:rsid w:val="00AA7417"/>
    <w:rsid w:val="00AB2770"/>
    <w:rsid w:val="00AB2F34"/>
    <w:rsid w:val="00AB39CF"/>
    <w:rsid w:val="00AB4E2E"/>
    <w:rsid w:val="00AB6F68"/>
    <w:rsid w:val="00AC093C"/>
    <w:rsid w:val="00AC1D0B"/>
    <w:rsid w:val="00AC1EA6"/>
    <w:rsid w:val="00AC21B2"/>
    <w:rsid w:val="00AC46DD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689"/>
    <w:rsid w:val="00AE3903"/>
    <w:rsid w:val="00AE4B5D"/>
    <w:rsid w:val="00AE4D45"/>
    <w:rsid w:val="00AE5D8C"/>
    <w:rsid w:val="00AF0140"/>
    <w:rsid w:val="00AF1170"/>
    <w:rsid w:val="00AF13D7"/>
    <w:rsid w:val="00AF1ECC"/>
    <w:rsid w:val="00AF3267"/>
    <w:rsid w:val="00B00C65"/>
    <w:rsid w:val="00B022CF"/>
    <w:rsid w:val="00B02808"/>
    <w:rsid w:val="00B0320A"/>
    <w:rsid w:val="00B03AAC"/>
    <w:rsid w:val="00B0677C"/>
    <w:rsid w:val="00B07EA2"/>
    <w:rsid w:val="00B07FB0"/>
    <w:rsid w:val="00B10BC3"/>
    <w:rsid w:val="00B10C52"/>
    <w:rsid w:val="00B1129B"/>
    <w:rsid w:val="00B11D7A"/>
    <w:rsid w:val="00B14BC2"/>
    <w:rsid w:val="00B151FE"/>
    <w:rsid w:val="00B1546E"/>
    <w:rsid w:val="00B156AA"/>
    <w:rsid w:val="00B15DA5"/>
    <w:rsid w:val="00B20B99"/>
    <w:rsid w:val="00B2168F"/>
    <w:rsid w:val="00B21BE6"/>
    <w:rsid w:val="00B22017"/>
    <w:rsid w:val="00B220E0"/>
    <w:rsid w:val="00B22B0A"/>
    <w:rsid w:val="00B2307D"/>
    <w:rsid w:val="00B232B7"/>
    <w:rsid w:val="00B24391"/>
    <w:rsid w:val="00B24AC9"/>
    <w:rsid w:val="00B24D2B"/>
    <w:rsid w:val="00B25202"/>
    <w:rsid w:val="00B25376"/>
    <w:rsid w:val="00B2556C"/>
    <w:rsid w:val="00B26098"/>
    <w:rsid w:val="00B26E5A"/>
    <w:rsid w:val="00B27BE4"/>
    <w:rsid w:val="00B3085C"/>
    <w:rsid w:val="00B31770"/>
    <w:rsid w:val="00B325EC"/>
    <w:rsid w:val="00B34049"/>
    <w:rsid w:val="00B369D9"/>
    <w:rsid w:val="00B37865"/>
    <w:rsid w:val="00B37B8C"/>
    <w:rsid w:val="00B4038E"/>
    <w:rsid w:val="00B422E7"/>
    <w:rsid w:val="00B43AB3"/>
    <w:rsid w:val="00B44CF1"/>
    <w:rsid w:val="00B45891"/>
    <w:rsid w:val="00B46E77"/>
    <w:rsid w:val="00B47496"/>
    <w:rsid w:val="00B4749A"/>
    <w:rsid w:val="00B47A37"/>
    <w:rsid w:val="00B47D66"/>
    <w:rsid w:val="00B51029"/>
    <w:rsid w:val="00B517C7"/>
    <w:rsid w:val="00B52A92"/>
    <w:rsid w:val="00B52B0A"/>
    <w:rsid w:val="00B52D4D"/>
    <w:rsid w:val="00B531CC"/>
    <w:rsid w:val="00B539A5"/>
    <w:rsid w:val="00B54C34"/>
    <w:rsid w:val="00B56C04"/>
    <w:rsid w:val="00B56F28"/>
    <w:rsid w:val="00B5761F"/>
    <w:rsid w:val="00B60096"/>
    <w:rsid w:val="00B638EA"/>
    <w:rsid w:val="00B645FF"/>
    <w:rsid w:val="00B65704"/>
    <w:rsid w:val="00B65867"/>
    <w:rsid w:val="00B65DF3"/>
    <w:rsid w:val="00B65E50"/>
    <w:rsid w:val="00B6638C"/>
    <w:rsid w:val="00B67210"/>
    <w:rsid w:val="00B700C2"/>
    <w:rsid w:val="00B707A2"/>
    <w:rsid w:val="00B72358"/>
    <w:rsid w:val="00B736FD"/>
    <w:rsid w:val="00B73A9D"/>
    <w:rsid w:val="00B73DC8"/>
    <w:rsid w:val="00B75010"/>
    <w:rsid w:val="00B8146D"/>
    <w:rsid w:val="00B818CF"/>
    <w:rsid w:val="00B822E4"/>
    <w:rsid w:val="00B82FE9"/>
    <w:rsid w:val="00B832E8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55D9"/>
    <w:rsid w:val="00B96887"/>
    <w:rsid w:val="00B96ED2"/>
    <w:rsid w:val="00B9796A"/>
    <w:rsid w:val="00BA06AD"/>
    <w:rsid w:val="00BA18F0"/>
    <w:rsid w:val="00BA22CC"/>
    <w:rsid w:val="00BA6AFF"/>
    <w:rsid w:val="00BB0527"/>
    <w:rsid w:val="00BB0755"/>
    <w:rsid w:val="00BB158F"/>
    <w:rsid w:val="00BB1CDC"/>
    <w:rsid w:val="00BB24E5"/>
    <w:rsid w:val="00BB43E2"/>
    <w:rsid w:val="00BB4EF2"/>
    <w:rsid w:val="00BB5F2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10C"/>
    <w:rsid w:val="00BD6E6A"/>
    <w:rsid w:val="00BE050E"/>
    <w:rsid w:val="00BE0BF5"/>
    <w:rsid w:val="00BE1391"/>
    <w:rsid w:val="00BE1ADF"/>
    <w:rsid w:val="00BE1CCD"/>
    <w:rsid w:val="00BE41E2"/>
    <w:rsid w:val="00BE661E"/>
    <w:rsid w:val="00BE73A3"/>
    <w:rsid w:val="00BE747C"/>
    <w:rsid w:val="00BF02CD"/>
    <w:rsid w:val="00BF0D89"/>
    <w:rsid w:val="00BF2329"/>
    <w:rsid w:val="00BF4048"/>
    <w:rsid w:val="00BF503D"/>
    <w:rsid w:val="00BF50FB"/>
    <w:rsid w:val="00BF5503"/>
    <w:rsid w:val="00BF5795"/>
    <w:rsid w:val="00BF58A9"/>
    <w:rsid w:val="00BF5C75"/>
    <w:rsid w:val="00BF6F3B"/>
    <w:rsid w:val="00BF7027"/>
    <w:rsid w:val="00BF7586"/>
    <w:rsid w:val="00C02FEB"/>
    <w:rsid w:val="00C03C9F"/>
    <w:rsid w:val="00C04E7D"/>
    <w:rsid w:val="00C05A00"/>
    <w:rsid w:val="00C060C6"/>
    <w:rsid w:val="00C06C39"/>
    <w:rsid w:val="00C07A00"/>
    <w:rsid w:val="00C107AA"/>
    <w:rsid w:val="00C111BD"/>
    <w:rsid w:val="00C1386E"/>
    <w:rsid w:val="00C13C50"/>
    <w:rsid w:val="00C14329"/>
    <w:rsid w:val="00C15178"/>
    <w:rsid w:val="00C17045"/>
    <w:rsid w:val="00C1771E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0F1B"/>
    <w:rsid w:val="00C33332"/>
    <w:rsid w:val="00C336A7"/>
    <w:rsid w:val="00C336BD"/>
    <w:rsid w:val="00C346C4"/>
    <w:rsid w:val="00C34BBD"/>
    <w:rsid w:val="00C3604E"/>
    <w:rsid w:val="00C361A5"/>
    <w:rsid w:val="00C36375"/>
    <w:rsid w:val="00C3679D"/>
    <w:rsid w:val="00C36CC1"/>
    <w:rsid w:val="00C37943"/>
    <w:rsid w:val="00C40673"/>
    <w:rsid w:val="00C406DA"/>
    <w:rsid w:val="00C40972"/>
    <w:rsid w:val="00C41409"/>
    <w:rsid w:val="00C41A42"/>
    <w:rsid w:val="00C41B27"/>
    <w:rsid w:val="00C41FC0"/>
    <w:rsid w:val="00C42C12"/>
    <w:rsid w:val="00C43497"/>
    <w:rsid w:val="00C44A96"/>
    <w:rsid w:val="00C458FF"/>
    <w:rsid w:val="00C45D5F"/>
    <w:rsid w:val="00C46A44"/>
    <w:rsid w:val="00C46BCB"/>
    <w:rsid w:val="00C508E6"/>
    <w:rsid w:val="00C51E52"/>
    <w:rsid w:val="00C55063"/>
    <w:rsid w:val="00C56DB8"/>
    <w:rsid w:val="00C57487"/>
    <w:rsid w:val="00C628BF"/>
    <w:rsid w:val="00C62D48"/>
    <w:rsid w:val="00C63260"/>
    <w:rsid w:val="00C646D2"/>
    <w:rsid w:val="00C64889"/>
    <w:rsid w:val="00C6566C"/>
    <w:rsid w:val="00C65ECD"/>
    <w:rsid w:val="00C663AA"/>
    <w:rsid w:val="00C66DB0"/>
    <w:rsid w:val="00C67543"/>
    <w:rsid w:val="00C67714"/>
    <w:rsid w:val="00C67D75"/>
    <w:rsid w:val="00C702B1"/>
    <w:rsid w:val="00C706CC"/>
    <w:rsid w:val="00C70868"/>
    <w:rsid w:val="00C716CD"/>
    <w:rsid w:val="00C71940"/>
    <w:rsid w:val="00C75300"/>
    <w:rsid w:val="00C77600"/>
    <w:rsid w:val="00C80B70"/>
    <w:rsid w:val="00C83067"/>
    <w:rsid w:val="00C830D8"/>
    <w:rsid w:val="00C848E8"/>
    <w:rsid w:val="00C85A13"/>
    <w:rsid w:val="00C863FA"/>
    <w:rsid w:val="00C8741D"/>
    <w:rsid w:val="00C87807"/>
    <w:rsid w:val="00C878ED"/>
    <w:rsid w:val="00C92EEC"/>
    <w:rsid w:val="00C93E10"/>
    <w:rsid w:val="00C94C6E"/>
    <w:rsid w:val="00C95906"/>
    <w:rsid w:val="00CA0941"/>
    <w:rsid w:val="00CA1241"/>
    <w:rsid w:val="00CA1BA4"/>
    <w:rsid w:val="00CA20AA"/>
    <w:rsid w:val="00CA2170"/>
    <w:rsid w:val="00CA23DC"/>
    <w:rsid w:val="00CA2E65"/>
    <w:rsid w:val="00CA36DD"/>
    <w:rsid w:val="00CA39FC"/>
    <w:rsid w:val="00CA43FF"/>
    <w:rsid w:val="00CA52D7"/>
    <w:rsid w:val="00CA7378"/>
    <w:rsid w:val="00CA7B1D"/>
    <w:rsid w:val="00CA7B91"/>
    <w:rsid w:val="00CB11D7"/>
    <w:rsid w:val="00CB1AA7"/>
    <w:rsid w:val="00CB21F1"/>
    <w:rsid w:val="00CB23E5"/>
    <w:rsid w:val="00CB2881"/>
    <w:rsid w:val="00CB2CD6"/>
    <w:rsid w:val="00CB3832"/>
    <w:rsid w:val="00CB3D84"/>
    <w:rsid w:val="00CB527A"/>
    <w:rsid w:val="00CB5471"/>
    <w:rsid w:val="00CB6168"/>
    <w:rsid w:val="00CC07C1"/>
    <w:rsid w:val="00CC1008"/>
    <w:rsid w:val="00CC1595"/>
    <w:rsid w:val="00CC1D45"/>
    <w:rsid w:val="00CC2159"/>
    <w:rsid w:val="00CC3CA0"/>
    <w:rsid w:val="00CD02AB"/>
    <w:rsid w:val="00CD1ECA"/>
    <w:rsid w:val="00CD1FEB"/>
    <w:rsid w:val="00CD43F9"/>
    <w:rsid w:val="00CD4E3A"/>
    <w:rsid w:val="00CD74B8"/>
    <w:rsid w:val="00CE0AE0"/>
    <w:rsid w:val="00CE1452"/>
    <w:rsid w:val="00CE3784"/>
    <w:rsid w:val="00CE3C24"/>
    <w:rsid w:val="00CE429F"/>
    <w:rsid w:val="00CE7A1A"/>
    <w:rsid w:val="00CF08DC"/>
    <w:rsid w:val="00CF2104"/>
    <w:rsid w:val="00CF21AE"/>
    <w:rsid w:val="00CF3579"/>
    <w:rsid w:val="00CF3DAC"/>
    <w:rsid w:val="00CF4A84"/>
    <w:rsid w:val="00CF5C22"/>
    <w:rsid w:val="00CF73F3"/>
    <w:rsid w:val="00D00E86"/>
    <w:rsid w:val="00D018A3"/>
    <w:rsid w:val="00D04535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29E"/>
    <w:rsid w:val="00D23F14"/>
    <w:rsid w:val="00D23FD2"/>
    <w:rsid w:val="00D24BA5"/>
    <w:rsid w:val="00D27221"/>
    <w:rsid w:val="00D27A85"/>
    <w:rsid w:val="00D309C4"/>
    <w:rsid w:val="00D3209C"/>
    <w:rsid w:val="00D323FE"/>
    <w:rsid w:val="00D34459"/>
    <w:rsid w:val="00D3591A"/>
    <w:rsid w:val="00D3753E"/>
    <w:rsid w:val="00D37EED"/>
    <w:rsid w:val="00D4038F"/>
    <w:rsid w:val="00D40C4F"/>
    <w:rsid w:val="00D40E7E"/>
    <w:rsid w:val="00D418AA"/>
    <w:rsid w:val="00D42DF9"/>
    <w:rsid w:val="00D43379"/>
    <w:rsid w:val="00D43C61"/>
    <w:rsid w:val="00D4499E"/>
    <w:rsid w:val="00D44AC7"/>
    <w:rsid w:val="00D45E92"/>
    <w:rsid w:val="00D46D67"/>
    <w:rsid w:val="00D4769E"/>
    <w:rsid w:val="00D4789F"/>
    <w:rsid w:val="00D53C03"/>
    <w:rsid w:val="00D54555"/>
    <w:rsid w:val="00D5762E"/>
    <w:rsid w:val="00D57E62"/>
    <w:rsid w:val="00D60314"/>
    <w:rsid w:val="00D60635"/>
    <w:rsid w:val="00D60935"/>
    <w:rsid w:val="00D60F4C"/>
    <w:rsid w:val="00D6147C"/>
    <w:rsid w:val="00D61C3D"/>
    <w:rsid w:val="00D63FCE"/>
    <w:rsid w:val="00D64C3D"/>
    <w:rsid w:val="00D67432"/>
    <w:rsid w:val="00D70586"/>
    <w:rsid w:val="00D743F9"/>
    <w:rsid w:val="00D75292"/>
    <w:rsid w:val="00D760E8"/>
    <w:rsid w:val="00D77BF4"/>
    <w:rsid w:val="00D8038F"/>
    <w:rsid w:val="00D819D3"/>
    <w:rsid w:val="00D824ED"/>
    <w:rsid w:val="00D84146"/>
    <w:rsid w:val="00D84178"/>
    <w:rsid w:val="00D847AD"/>
    <w:rsid w:val="00D861B6"/>
    <w:rsid w:val="00D87F1C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0FC"/>
    <w:rsid w:val="00DA128C"/>
    <w:rsid w:val="00DA1533"/>
    <w:rsid w:val="00DA3741"/>
    <w:rsid w:val="00DA3D4F"/>
    <w:rsid w:val="00DA41A9"/>
    <w:rsid w:val="00DA487B"/>
    <w:rsid w:val="00DA4994"/>
    <w:rsid w:val="00DA5B75"/>
    <w:rsid w:val="00DA7B5C"/>
    <w:rsid w:val="00DB0257"/>
    <w:rsid w:val="00DB0B90"/>
    <w:rsid w:val="00DB0D77"/>
    <w:rsid w:val="00DB0EF7"/>
    <w:rsid w:val="00DB191A"/>
    <w:rsid w:val="00DB1BD0"/>
    <w:rsid w:val="00DB26E3"/>
    <w:rsid w:val="00DB282B"/>
    <w:rsid w:val="00DB4EA4"/>
    <w:rsid w:val="00DB6A5B"/>
    <w:rsid w:val="00DB71F3"/>
    <w:rsid w:val="00DB7CE5"/>
    <w:rsid w:val="00DC0244"/>
    <w:rsid w:val="00DC16C3"/>
    <w:rsid w:val="00DC4983"/>
    <w:rsid w:val="00DC4F81"/>
    <w:rsid w:val="00DC5CB6"/>
    <w:rsid w:val="00DC6701"/>
    <w:rsid w:val="00DC74A5"/>
    <w:rsid w:val="00DD00AF"/>
    <w:rsid w:val="00DD0AEF"/>
    <w:rsid w:val="00DD0F54"/>
    <w:rsid w:val="00DD2CBF"/>
    <w:rsid w:val="00DD3649"/>
    <w:rsid w:val="00DD3F45"/>
    <w:rsid w:val="00DD4412"/>
    <w:rsid w:val="00DD4A62"/>
    <w:rsid w:val="00DD662D"/>
    <w:rsid w:val="00DD7AA0"/>
    <w:rsid w:val="00DE0389"/>
    <w:rsid w:val="00DE22BA"/>
    <w:rsid w:val="00DE2DFB"/>
    <w:rsid w:val="00DE49AA"/>
    <w:rsid w:val="00DE6F49"/>
    <w:rsid w:val="00DE7567"/>
    <w:rsid w:val="00DF07BF"/>
    <w:rsid w:val="00DF2150"/>
    <w:rsid w:val="00DF362B"/>
    <w:rsid w:val="00DF54CB"/>
    <w:rsid w:val="00DF5AA0"/>
    <w:rsid w:val="00DF5CFC"/>
    <w:rsid w:val="00DF63A2"/>
    <w:rsid w:val="00DF6474"/>
    <w:rsid w:val="00DF6624"/>
    <w:rsid w:val="00DF735F"/>
    <w:rsid w:val="00E0041C"/>
    <w:rsid w:val="00E01368"/>
    <w:rsid w:val="00E01EB7"/>
    <w:rsid w:val="00E05965"/>
    <w:rsid w:val="00E0699F"/>
    <w:rsid w:val="00E07BD8"/>
    <w:rsid w:val="00E07F8C"/>
    <w:rsid w:val="00E10D13"/>
    <w:rsid w:val="00E13B4A"/>
    <w:rsid w:val="00E14801"/>
    <w:rsid w:val="00E15B4D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2456"/>
    <w:rsid w:val="00E32C97"/>
    <w:rsid w:val="00E3439B"/>
    <w:rsid w:val="00E356AC"/>
    <w:rsid w:val="00E35F99"/>
    <w:rsid w:val="00E36B62"/>
    <w:rsid w:val="00E37606"/>
    <w:rsid w:val="00E37950"/>
    <w:rsid w:val="00E40D18"/>
    <w:rsid w:val="00E41FA1"/>
    <w:rsid w:val="00E437F7"/>
    <w:rsid w:val="00E44002"/>
    <w:rsid w:val="00E450E6"/>
    <w:rsid w:val="00E4514F"/>
    <w:rsid w:val="00E45219"/>
    <w:rsid w:val="00E458FB"/>
    <w:rsid w:val="00E45E1B"/>
    <w:rsid w:val="00E45F52"/>
    <w:rsid w:val="00E473F3"/>
    <w:rsid w:val="00E503E9"/>
    <w:rsid w:val="00E5188E"/>
    <w:rsid w:val="00E51957"/>
    <w:rsid w:val="00E5509A"/>
    <w:rsid w:val="00E555A3"/>
    <w:rsid w:val="00E5616C"/>
    <w:rsid w:val="00E5671C"/>
    <w:rsid w:val="00E575BD"/>
    <w:rsid w:val="00E603EF"/>
    <w:rsid w:val="00E60D92"/>
    <w:rsid w:val="00E61A10"/>
    <w:rsid w:val="00E63056"/>
    <w:rsid w:val="00E63A1E"/>
    <w:rsid w:val="00E655B2"/>
    <w:rsid w:val="00E65E58"/>
    <w:rsid w:val="00E669FA"/>
    <w:rsid w:val="00E7026B"/>
    <w:rsid w:val="00E705CA"/>
    <w:rsid w:val="00E71839"/>
    <w:rsid w:val="00E71C7D"/>
    <w:rsid w:val="00E71C9D"/>
    <w:rsid w:val="00E7257D"/>
    <w:rsid w:val="00E733D1"/>
    <w:rsid w:val="00E755AC"/>
    <w:rsid w:val="00E76183"/>
    <w:rsid w:val="00E765BE"/>
    <w:rsid w:val="00E76A39"/>
    <w:rsid w:val="00E76B8B"/>
    <w:rsid w:val="00E777BF"/>
    <w:rsid w:val="00E77954"/>
    <w:rsid w:val="00E81394"/>
    <w:rsid w:val="00E81D0E"/>
    <w:rsid w:val="00E820DB"/>
    <w:rsid w:val="00E821DF"/>
    <w:rsid w:val="00E8253D"/>
    <w:rsid w:val="00E8281E"/>
    <w:rsid w:val="00E83AA6"/>
    <w:rsid w:val="00E83CE7"/>
    <w:rsid w:val="00E84205"/>
    <w:rsid w:val="00E8513F"/>
    <w:rsid w:val="00E85BEB"/>
    <w:rsid w:val="00E86904"/>
    <w:rsid w:val="00E869A6"/>
    <w:rsid w:val="00E87460"/>
    <w:rsid w:val="00E90F03"/>
    <w:rsid w:val="00E91D1F"/>
    <w:rsid w:val="00E946D6"/>
    <w:rsid w:val="00E9699A"/>
    <w:rsid w:val="00EA0453"/>
    <w:rsid w:val="00EA0A74"/>
    <w:rsid w:val="00EA0AD7"/>
    <w:rsid w:val="00EA2096"/>
    <w:rsid w:val="00EA3C1A"/>
    <w:rsid w:val="00EA3D75"/>
    <w:rsid w:val="00EA41F7"/>
    <w:rsid w:val="00EA4594"/>
    <w:rsid w:val="00EA7D84"/>
    <w:rsid w:val="00EB279B"/>
    <w:rsid w:val="00EB27F9"/>
    <w:rsid w:val="00EB4419"/>
    <w:rsid w:val="00EB5252"/>
    <w:rsid w:val="00EC0D16"/>
    <w:rsid w:val="00EC35D4"/>
    <w:rsid w:val="00EC367A"/>
    <w:rsid w:val="00EC3D73"/>
    <w:rsid w:val="00EC45A1"/>
    <w:rsid w:val="00EC48AF"/>
    <w:rsid w:val="00EC6CCC"/>
    <w:rsid w:val="00EC7935"/>
    <w:rsid w:val="00ED1EAD"/>
    <w:rsid w:val="00ED339B"/>
    <w:rsid w:val="00ED43CE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07D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77D"/>
    <w:rsid w:val="00F10E8C"/>
    <w:rsid w:val="00F11499"/>
    <w:rsid w:val="00F11725"/>
    <w:rsid w:val="00F1245C"/>
    <w:rsid w:val="00F1386A"/>
    <w:rsid w:val="00F1408B"/>
    <w:rsid w:val="00F1746F"/>
    <w:rsid w:val="00F17A5D"/>
    <w:rsid w:val="00F2074D"/>
    <w:rsid w:val="00F21046"/>
    <w:rsid w:val="00F2213F"/>
    <w:rsid w:val="00F22BB4"/>
    <w:rsid w:val="00F249A1"/>
    <w:rsid w:val="00F250B3"/>
    <w:rsid w:val="00F2583B"/>
    <w:rsid w:val="00F26C91"/>
    <w:rsid w:val="00F26CCA"/>
    <w:rsid w:val="00F30004"/>
    <w:rsid w:val="00F32A03"/>
    <w:rsid w:val="00F33481"/>
    <w:rsid w:val="00F339CF"/>
    <w:rsid w:val="00F34939"/>
    <w:rsid w:val="00F36446"/>
    <w:rsid w:val="00F365AD"/>
    <w:rsid w:val="00F37D1A"/>
    <w:rsid w:val="00F40F9A"/>
    <w:rsid w:val="00F415EE"/>
    <w:rsid w:val="00F41A59"/>
    <w:rsid w:val="00F43588"/>
    <w:rsid w:val="00F43CA0"/>
    <w:rsid w:val="00F43F86"/>
    <w:rsid w:val="00F4410D"/>
    <w:rsid w:val="00F45657"/>
    <w:rsid w:val="00F45BA7"/>
    <w:rsid w:val="00F45BEB"/>
    <w:rsid w:val="00F475BB"/>
    <w:rsid w:val="00F514B1"/>
    <w:rsid w:val="00F52D07"/>
    <w:rsid w:val="00F5391A"/>
    <w:rsid w:val="00F53B9B"/>
    <w:rsid w:val="00F53C6D"/>
    <w:rsid w:val="00F55F96"/>
    <w:rsid w:val="00F560A9"/>
    <w:rsid w:val="00F60590"/>
    <w:rsid w:val="00F607B4"/>
    <w:rsid w:val="00F63EEC"/>
    <w:rsid w:val="00F65550"/>
    <w:rsid w:val="00F65651"/>
    <w:rsid w:val="00F65905"/>
    <w:rsid w:val="00F66F8A"/>
    <w:rsid w:val="00F6745F"/>
    <w:rsid w:val="00F67E0D"/>
    <w:rsid w:val="00F70C6D"/>
    <w:rsid w:val="00F714DF"/>
    <w:rsid w:val="00F715C3"/>
    <w:rsid w:val="00F73359"/>
    <w:rsid w:val="00F743EA"/>
    <w:rsid w:val="00F74993"/>
    <w:rsid w:val="00F75A57"/>
    <w:rsid w:val="00F75D4E"/>
    <w:rsid w:val="00F75FAD"/>
    <w:rsid w:val="00F768B3"/>
    <w:rsid w:val="00F76EE2"/>
    <w:rsid w:val="00F77587"/>
    <w:rsid w:val="00F80181"/>
    <w:rsid w:val="00F80954"/>
    <w:rsid w:val="00F84050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7C4E"/>
    <w:rsid w:val="00FA04FC"/>
    <w:rsid w:val="00FA0DFF"/>
    <w:rsid w:val="00FA1FE6"/>
    <w:rsid w:val="00FA2DC0"/>
    <w:rsid w:val="00FA6A00"/>
    <w:rsid w:val="00FA7070"/>
    <w:rsid w:val="00FA7DAC"/>
    <w:rsid w:val="00FB1744"/>
    <w:rsid w:val="00FB1E49"/>
    <w:rsid w:val="00FB4BAA"/>
    <w:rsid w:val="00FC02D3"/>
    <w:rsid w:val="00FC0457"/>
    <w:rsid w:val="00FC2613"/>
    <w:rsid w:val="00FC337F"/>
    <w:rsid w:val="00FC45EE"/>
    <w:rsid w:val="00FC49BB"/>
    <w:rsid w:val="00FC5A26"/>
    <w:rsid w:val="00FC5A2F"/>
    <w:rsid w:val="00FD1696"/>
    <w:rsid w:val="00FD1B18"/>
    <w:rsid w:val="00FD22EE"/>
    <w:rsid w:val="00FD40A9"/>
    <w:rsid w:val="00FD43F9"/>
    <w:rsid w:val="00FD4AEE"/>
    <w:rsid w:val="00FD66D9"/>
    <w:rsid w:val="00FD79DA"/>
    <w:rsid w:val="00FD7DC0"/>
    <w:rsid w:val="00FE129C"/>
    <w:rsid w:val="00FE168A"/>
    <w:rsid w:val="00FE2E0F"/>
    <w:rsid w:val="00FE7757"/>
    <w:rsid w:val="00FE776D"/>
    <w:rsid w:val="00FE7CFC"/>
    <w:rsid w:val="00FF0597"/>
    <w:rsid w:val="00FF1C0A"/>
    <w:rsid w:val="00FF2820"/>
    <w:rsid w:val="00FF43BD"/>
    <w:rsid w:val="00FF4CF9"/>
    <w:rsid w:val="00FF5347"/>
    <w:rsid w:val="00FF61D6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List Paragraph"/>
    <w:basedOn w:val="a"/>
    <w:uiPriority w:val="34"/>
    <w:qFormat/>
    <w:rsid w:val="000129A8"/>
    <w:pPr>
      <w:ind w:left="720"/>
      <w:contextualSpacing/>
    </w:pPr>
  </w:style>
  <w:style w:type="character" w:customStyle="1" w:styleId="apple-converted-space">
    <w:name w:val="apple-converted-space"/>
    <w:basedOn w:val="a0"/>
    <w:rsid w:val="002E6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34205-652B-4A69-95FF-36551582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4482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ES\e.efimova (WST-KIR-167)</cp:lastModifiedBy>
  <cp:revision>108</cp:revision>
  <cp:lastPrinted>2017-03-24T07:19:00Z</cp:lastPrinted>
  <dcterms:created xsi:type="dcterms:W3CDTF">2015-01-27T11:32:00Z</dcterms:created>
  <dcterms:modified xsi:type="dcterms:W3CDTF">2017-10-23T11:56:00Z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